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790973" w:rsidRDefault="00C30D59" w:rsidP="00790973">
      <w:pPr>
        <w:pStyle w:val="Nzev"/>
        <w:rPr>
          <w:sz w:val="36"/>
          <w:szCs w:val="36"/>
        </w:rPr>
      </w:pPr>
      <w:r w:rsidRPr="00790973">
        <w:rPr>
          <w:sz w:val="36"/>
          <w:szCs w:val="36"/>
        </w:rPr>
        <w:t xml:space="preserve">SMLOUVA O DÍLO </w:t>
      </w:r>
    </w:p>
    <w:p w:rsidR="00C30D59" w:rsidRPr="00790973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>č. Objednatele …………….</w:t>
      </w:r>
    </w:p>
    <w:p w:rsidR="00790973" w:rsidRDefault="00C30D59" w:rsidP="00790973">
      <w:pPr>
        <w:pStyle w:val="Nzev"/>
        <w:spacing w:after="240"/>
        <w:rPr>
          <w:sz w:val="24"/>
          <w:szCs w:val="24"/>
        </w:rPr>
      </w:pPr>
      <w:r w:rsidRPr="00790973">
        <w:rPr>
          <w:sz w:val="24"/>
          <w:szCs w:val="24"/>
        </w:rPr>
        <w:t>č. Zhotovitele …………….</w:t>
      </w:r>
    </w:p>
    <w:p w:rsidR="001E22BD" w:rsidRDefault="001E22BD" w:rsidP="00790973">
      <w:pPr>
        <w:pStyle w:val="Nzev"/>
        <w:spacing w:after="720"/>
        <w:rPr>
          <w:sz w:val="32"/>
          <w:szCs w:val="32"/>
        </w:rPr>
      </w:pPr>
    </w:p>
    <w:p w:rsidR="00790973" w:rsidRPr="00123836" w:rsidRDefault="00123836" w:rsidP="00790973">
      <w:pPr>
        <w:pStyle w:val="Nzev"/>
        <w:spacing w:after="720"/>
        <w:rPr>
          <w:sz w:val="28"/>
          <w:szCs w:val="28"/>
        </w:rPr>
      </w:pPr>
      <w:r w:rsidRPr="00123836">
        <w:rPr>
          <w:sz w:val="28"/>
          <w:szCs w:val="28"/>
        </w:rPr>
        <w:t>Oprava betonové komunikace, u výdejních lávek, společnosti ČEPRO, a.s. ve skladu Třemošná</w:t>
      </w: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 xml:space="preserve">Praha 7, Dělnická </w:t>
      </w:r>
      <w:proofErr w:type="gramStart"/>
      <w:r>
        <w:t>č.p.</w:t>
      </w:r>
      <w:proofErr w:type="gramEnd"/>
      <w:r w:rsidR="00123836">
        <w:t xml:space="preserve"> </w:t>
      </w:r>
      <w:r>
        <w:t xml:space="preserve">213, </w:t>
      </w:r>
      <w:proofErr w:type="spellStart"/>
      <w:r>
        <w:t>č.or</w:t>
      </w:r>
      <w:proofErr w:type="spellEnd"/>
      <w:r>
        <w:t>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r>
        <w:t>č.</w:t>
      </w:r>
      <w:r w:rsidR="00123836">
        <w:t xml:space="preserve"> </w:t>
      </w:r>
      <w:r>
        <w:t>účtu: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3D08D6" w:rsidP="00C30D59">
      <w:pPr>
        <w:ind w:left="283" w:firstLine="284"/>
      </w:pPr>
      <w:r>
        <w:t>zastoupena</w:t>
      </w:r>
      <w:r w:rsidR="00C30D59">
        <w:t>:</w:t>
      </w:r>
      <w:r w:rsidR="00C30D59">
        <w:tab/>
      </w:r>
      <w:r w:rsidR="00C30D59">
        <w:tab/>
      </w:r>
      <w:r w:rsidR="00C30D59">
        <w:tab/>
        <w:t xml:space="preserve">Mgr. Jan </w:t>
      </w:r>
      <w:proofErr w:type="spellStart"/>
      <w:r w:rsidR="00C30D59">
        <w:t>Duspěva</w:t>
      </w:r>
      <w:proofErr w:type="spellEnd"/>
      <w:r w:rsidR="00C30D59">
        <w:t>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</w:t>
      </w:r>
      <w:r w:rsidR="0000489E">
        <w:t xml:space="preserve"> (každý samostatně)</w:t>
      </w:r>
      <w:r w:rsidRPr="00C30D59"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01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8212ED" w:rsidP="008212E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Ing. Jiří Bouma</w:t>
            </w:r>
          </w:p>
        </w:tc>
        <w:tc>
          <w:tcPr>
            <w:tcW w:w="1839" w:type="dxa"/>
            <w:vAlign w:val="center"/>
          </w:tcPr>
          <w:p w:rsidR="00C30D59" w:rsidRPr="008212ED" w:rsidRDefault="008212ED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8212ED">
              <w:rPr>
                <w:color w:val="010101"/>
                <w:sz w:val="16"/>
                <w:szCs w:val="16"/>
              </w:rPr>
              <w:t>724 765 639</w:t>
            </w:r>
          </w:p>
        </w:tc>
        <w:tc>
          <w:tcPr>
            <w:tcW w:w="2303" w:type="dxa"/>
            <w:vAlign w:val="center"/>
          </w:tcPr>
          <w:p w:rsidR="008212ED" w:rsidRPr="009A0F9B" w:rsidRDefault="0017509D" w:rsidP="008212E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9" w:history="1">
              <w:r w:rsidR="008212ED" w:rsidRPr="00D63F93">
                <w:rPr>
                  <w:rStyle w:val="Hypertextovodkaz"/>
                  <w:rFonts w:cs="Arial"/>
                  <w:sz w:val="16"/>
                  <w:szCs w:val="16"/>
                </w:rPr>
                <w:t>jiri.bouma@ceproas.cz</w:t>
              </w:r>
            </w:hyperlink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1E22BD" w:rsidRPr="009A0F9B" w:rsidRDefault="00595EE9" w:rsidP="001E22B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Pavel Berg</w:t>
            </w:r>
          </w:p>
        </w:tc>
        <w:tc>
          <w:tcPr>
            <w:tcW w:w="1839" w:type="dxa"/>
            <w:vAlign w:val="center"/>
          </w:tcPr>
          <w:p w:rsidR="001E22BD" w:rsidRPr="008212ED" w:rsidRDefault="00595EE9" w:rsidP="001E22B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8212ED">
              <w:rPr>
                <w:rFonts w:cs="Arial"/>
                <w:color w:val="000000"/>
                <w:sz w:val="16"/>
                <w:szCs w:val="16"/>
              </w:rPr>
              <w:t>734 419 371  </w:t>
            </w:r>
          </w:p>
        </w:tc>
        <w:tc>
          <w:tcPr>
            <w:tcW w:w="2303" w:type="dxa"/>
            <w:vAlign w:val="center"/>
          </w:tcPr>
          <w:p w:rsidR="008212ED" w:rsidRPr="008212ED" w:rsidRDefault="0017509D" w:rsidP="008212E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FF" w:themeColor="hyperlink"/>
                <w:sz w:val="16"/>
                <w:szCs w:val="16"/>
                <w:u w:val="single"/>
              </w:rPr>
            </w:pPr>
            <w:hyperlink r:id="rId10" w:history="1">
              <w:r w:rsidR="008212ED" w:rsidRPr="00D63F93">
                <w:rPr>
                  <w:rStyle w:val="Hypertextovodkaz"/>
                  <w:rFonts w:cs="Arial"/>
                  <w:sz w:val="16"/>
                  <w:szCs w:val="16"/>
                </w:rPr>
                <w:t>pavel.berg</w:t>
              </w:r>
              <w:r w:rsidR="008212ED" w:rsidRPr="00D63F93">
                <w:rPr>
                  <w:rStyle w:val="Hypertextovodkaz"/>
                  <w:rFonts w:cs="Arial"/>
                  <w:sz w:val="16"/>
                  <w:szCs w:val="16"/>
                  <w:lang w:val="en-US"/>
                </w:rPr>
                <w:t>@</w:t>
              </w:r>
              <w:r w:rsidR="008212ED" w:rsidRPr="00D63F93">
                <w:rPr>
                  <w:rStyle w:val="Hypertextovodkaz"/>
                  <w:rFonts w:cs="Arial"/>
                  <w:sz w:val="16"/>
                  <w:szCs w:val="16"/>
                </w:rPr>
                <w:t>ceproas.cz</w:t>
              </w:r>
            </w:hyperlink>
          </w:p>
        </w:tc>
      </w:tr>
      <w:tr w:rsidR="00B8552B" w:rsidRPr="009A21C7" w:rsidTr="009A0F9B">
        <w:tc>
          <w:tcPr>
            <w:tcW w:w="2660" w:type="dxa"/>
            <w:vAlign w:val="center"/>
          </w:tcPr>
          <w:p w:rsidR="00B8552B" w:rsidRPr="00B8552B" w:rsidRDefault="00B8552B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B8552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B8552B" w:rsidRPr="00B8552B" w:rsidRDefault="00B8552B" w:rsidP="009A4B9B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B8552B">
              <w:rPr>
                <w:rFonts w:cs="Arial"/>
                <w:color w:val="000000"/>
                <w:sz w:val="16"/>
                <w:szCs w:val="16"/>
              </w:rPr>
              <w:t>Pavel Berg</w:t>
            </w:r>
          </w:p>
        </w:tc>
        <w:tc>
          <w:tcPr>
            <w:tcW w:w="1839" w:type="dxa"/>
            <w:vAlign w:val="center"/>
          </w:tcPr>
          <w:p w:rsidR="00B8552B" w:rsidRPr="008212ED" w:rsidRDefault="00B8552B" w:rsidP="002D735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8212ED">
              <w:rPr>
                <w:rFonts w:cs="Arial"/>
                <w:color w:val="000000"/>
                <w:sz w:val="16"/>
                <w:szCs w:val="16"/>
              </w:rPr>
              <w:t>734 419 371  </w:t>
            </w:r>
          </w:p>
        </w:tc>
        <w:tc>
          <w:tcPr>
            <w:tcW w:w="2303" w:type="dxa"/>
            <w:vAlign w:val="center"/>
          </w:tcPr>
          <w:p w:rsidR="00B8552B" w:rsidRPr="008212ED" w:rsidRDefault="0017509D" w:rsidP="002D735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FF" w:themeColor="hyperlink"/>
                <w:sz w:val="16"/>
                <w:szCs w:val="16"/>
                <w:u w:val="single"/>
              </w:rPr>
            </w:pPr>
            <w:hyperlink r:id="rId11" w:history="1">
              <w:r w:rsidR="00B8552B" w:rsidRPr="00D63F93">
                <w:rPr>
                  <w:rStyle w:val="Hypertextovodkaz"/>
                  <w:rFonts w:cs="Arial"/>
                  <w:sz w:val="16"/>
                  <w:szCs w:val="16"/>
                </w:rPr>
                <w:t>pavel.berg</w:t>
              </w:r>
              <w:r w:rsidR="00B8552B" w:rsidRPr="00D63F93">
                <w:rPr>
                  <w:rStyle w:val="Hypertextovodkaz"/>
                  <w:rFonts w:cs="Arial"/>
                  <w:sz w:val="16"/>
                  <w:szCs w:val="16"/>
                  <w:lang w:val="en-US"/>
                </w:rPr>
                <w:t>@</w:t>
              </w:r>
              <w:r w:rsidR="00B8552B" w:rsidRPr="00D63F93">
                <w:rPr>
                  <w:rStyle w:val="Hypertextovodkaz"/>
                  <w:rFonts w:cs="Arial"/>
                  <w:sz w:val="16"/>
                  <w:szCs w:val="16"/>
                </w:rPr>
                <w:t>ceproas.cz</w:t>
              </w:r>
            </w:hyperlink>
          </w:p>
        </w:tc>
      </w:tr>
      <w:tr w:rsidR="00B8552B" w:rsidRPr="009A21C7" w:rsidTr="009A0F9B">
        <w:tc>
          <w:tcPr>
            <w:tcW w:w="2660" w:type="dxa"/>
            <w:vAlign w:val="center"/>
          </w:tcPr>
          <w:p w:rsidR="00B8552B" w:rsidRPr="00B8552B" w:rsidRDefault="00B8552B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B8552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B8552B" w:rsidRPr="00B8552B" w:rsidRDefault="00B8552B" w:rsidP="009A4B9B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B8552B">
              <w:rPr>
                <w:rFonts w:cs="Arial"/>
                <w:color w:val="000000"/>
                <w:sz w:val="16"/>
                <w:szCs w:val="16"/>
              </w:rPr>
              <w:t>Pavel Berg</w:t>
            </w:r>
          </w:p>
        </w:tc>
        <w:tc>
          <w:tcPr>
            <w:tcW w:w="1839" w:type="dxa"/>
            <w:vAlign w:val="center"/>
          </w:tcPr>
          <w:p w:rsidR="00B8552B" w:rsidRPr="008212ED" w:rsidRDefault="00B8552B" w:rsidP="002D735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8212ED">
              <w:rPr>
                <w:rFonts w:cs="Arial"/>
                <w:color w:val="000000"/>
                <w:sz w:val="16"/>
                <w:szCs w:val="16"/>
              </w:rPr>
              <w:t>734 419 371  </w:t>
            </w:r>
          </w:p>
        </w:tc>
        <w:tc>
          <w:tcPr>
            <w:tcW w:w="2303" w:type="dxa"/>
            <w:vAlign w:val="center"/>
          </w:tcPr>
          <w:p w:rsidR="00B8552B" w:rsidRPr="008212ED" w:rsidRDefault="0017509D" w:rsidP="002D735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FF" w:themeColor="hyperlink"/>
                <w:sz w:val="16"/>
                <w:szCs w:val="16"/>
                <w:u w:val="single"/>
              </w:rPr>
            </w:pPr>
            <w:hyperlink r:id="rId12" w:history="1">
              <w:r w:rsidR="00B8552B" w:rsidRPr="00D63F93">
                <w:rPr>
                  <w:rStyle w:val="Hypertextovodkaz"/>
                  <w:rFonts w:cs="Arial"/>
                  <w:sz w:val="16"/>
                  <w:szCs w:val="16"/>
                </w:rPr>
                <w:t>pavel.berg</w:t>
              </w:r>
              <w:r w:rsidR="00B8552B" w:rsidRPr="00D63F93">
                <w:rPr>
                  <w:rStyle w:val="Hypertextovodkaz"/>
                  <w:rFonts w:cs="Arial"/>
                  <w:sz w:val="16"/>
                  <w:szCs w:val="16"/>
                  <w:lang w:val="en-US"/>
                </w:rPr>
                <w:t>@</w:t>
              </w:r>
              <w:r w:rsidR="00B8552B" w:rsidRPr="00D63F93">
                <w:rPr>
                  <w:rStyle w:val="Hypertextovodkaz"/>
                  <w:rFonts w:cs="Arial"/>
                  <w:sz w:val="16"/>
                  <w:szCs w:val="16"/>
                </w:rPr>
                <w:t>ceproas.cz</w:t>
              </w:r>
            </w:hyperlink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B8552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B8552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B8552B" w:rsidRDefault="00595EE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B8552B">
              <w:rPr>
                <w:rFonts w:cs="Arial"/>
                <w:color w:val="000000"/>
                <w:sz w:val="16"/>
                <w:szCs w:val="16"/>
              </w:rPr>
              <w:t>Ing. Václav Koukolík</w:t>
            </w:r>
          </w:p>
        </w:tc>
        <w:tc>
          <w:tcPr>
            <w:tcW w:w="1839" w:type="dxa"/>
            <w:vAlign w:val="center"/>
          </w:tcPr>
          <w:p w:rsidR="00C30D59" w:rsidRPr="009A0F9B" w:rsidRDefault="00595EE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739 240 717 </w:t>
            </w:r>
          </w:p>
        </w:tc>
        <w:tc>
          <w:tcPr>
            <w:tcW w:w="2303" w:type="dxa"/>
            <w:vAlign w:val="center"/>
          </w:tcPr>
          <w:p w:rsidR="008212ED" w:rsidRPr="008212ED" w:rsidRDefault="0017509D" w:rsidP="008212E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Style w:val="Odkaznakoment"/>
                <w:rFonts w:cs="Arial"/>
                <w:color w:val="0000FF" w:themeColor="hyperlink"/>
                <w:u w:val="single"/>
              </w:rPr>
            </w:pPr>
            <w:hyperlink r:id="rId13" w:history="1">
              <w:r w:rsidR="008212ED" w:rsidRPr="00D63F93">
                <w:rPr>
                  <w:rStyle w:val="Hypertextovodkaz"/>
                  <w:rFonts w:cs="Arial"/>
                  <w:sz w:val="16"/>
                  <w:szCs w:val="16"/>
                </w:rPr>
                <w:t>vaclav.koukolik</w:t>
              </w:r>
              <w:r w:rsidR="008212ED" w:rsidRPr="00D63F93">
                <w:rPr>
                  <w:rStyle w:val="Hypertextovodkaz"/>
                  <w:rFonts w:cs="Arial"/>
                  <w:sz w:val="16"/>
                  <w:szCs w:val="16"/>
                  <w:lang w:val="en-US"/>
                </w:rPr>
                <w:t>@</w:t>
              </w:r>
              <w:r w:rsidR="008212ED" w:rsidRPr="00D63F93">
                <w:rPr>
                  <w:rStyle w:val="Hypertextovodkaz"/>
                  <w:rFonts w:cs="Arial"/>
                  <w:sz w:val="16"/>
                  <w:szCs w:val="16"/>
                </w:rPr>
                <w:t>ceproas.cz</w:t>
              </w:r>
            </w:hyperlink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Pr="001E22BD" w:rsidRDefault="00C30D59" w:rsidP="00C30D59">
      <w:pPr>
        <w:pStyle w:val="Odstavec2"/>
        <w:rPr>
          <w:highlight w:val="yellow"/>
        </w:rPr>
      </w:pPr>
      <w:r>
        <w:t>Zhotovitel:</w:t>
      </w:r>
      <w:r>
        <w:tab/>
      </w:r>
      <w:r>
        <w:tab/>
      </w:r>
      <w:r>
        <w:tab/>
      </w:r>
      <w:r w:rsidRPr="001E22BD">
        <w:rPr>
          <w:b/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</w:r>
      <w:r w:rsidRPr="001E22BD">
        <w:rPr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 xml:space="preserve">Obchodní rejstřík </w:t>
      </w:r>
      <w:r w:rsidRPr="001E22BD">
        <w:rPr>
          <w:highlight w:val="yellow"/>
        </w:rPr>
        <w:t>……</w:t>
      </w:r>
      <w:proofErr w:type="gramStart"/>
      <w:r w:rsidRPr="001E22BD">
        <w:rPr>
          <w:highlight w:val="yellow"/>
        </w:rPr>
        <w:t>…..,</w:t>
      </w:r>
      <w:r>
        <w:t xml:space="preserve"> oddíl</w:t>
      </w:r>
      <w:proofErr w:type="gramEnd"/>
      <w:r>
        <w:t xml:space="preserve"> </w:t>
      </w:r>
      <w:r w:rsidRPr="001E22BD">
        <w:rPr>
          <w:highlight w:val="yellow"/>
        </w:rPr>
        <w:t>…,</w:t>
      </w:r>
      <w:r>
        <w:t xml:space="preserve"> vložka </w:t>
      </w:r>
      <w:r w:rsidRPr="001E22BD">
        <w:rPr>
          <w:highlight w:val="yellow"/>
        </w:rPr>
        <w:t>….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</w:r>
      <w:r w:rsidRPr="001E22BD">
        <w:rPr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č.</w:t>
      </w:r>
      <w:r w:rsidR="001E22BD">
        <w:t xml:space="preserve"> </w:t>
      </w:r>
      <w:r>
        <w:t>účtu:</w:t>
      </w:r>
      <w:r>
        <w:tab/>
      </w:r>
      <w:r>
        <w:tab/>
      </w:r>
      <w:r>
        <w:tab/>
      </w:r>
      <w:r>
        <w:tab/>
      </w:r>
      <w:r w:rsidRPr="001E22BD">
        <w:rPr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E22BD">
        <w:rPr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</w:r>
      <w:r w:rsidRPr="001E22BD">
        <w:rPr>
          <w:highlight w:val="yellow"/>
        </w:rPr>
        <w:t>…………</w:t>
      </w:r>
      <w:proofErr w:type="gramStart"/>
      <w:r w:rsidRPr="001E22BD">
        <w:rPr>
          <w:highlight w:val="yellow"/>
        </w:rPr>
        <w:t>…...</w:t>
      </w:r>
      <w:proofErr w:type="gramEnd"/>
    </w:p>
    <w:p w:rsidR="00C30D59" w:rsidRDefault="0000489E" w:rsidP="00C30D59">
      <w:pPr>
        <w:ind w:left="283" w:firstLine="284"/>
      </w:pPr>
      <w:r>
        <w:t>zastoupena</w:t>
      </w:r>
      <w:r w:rsidR="00C30D59">
        <w:t>:</w:t>
      </w:r>
      <w:r w:rsidR="00C30D59">
        <w:tab/>
      </w:r>
      <w:r w:rsidR="00C30D59">
        <w:tab/>
      </w:r>
      <w:r w:rsidR="00C30D59">
        <w:tab/>
      </w:r>
      <w:r w:rsidR="00C30D59" w:rsidRPr="001E22BD">
        <w:rPr>
          <w:highlight w:val="yellow"/>
        </w:rPr>
        <w:t>………………</w:t>
      </w:r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E22BD">
        <w:rPr>
          <w:highlight w:val="yellow"/>
        </w:rPr>
        <w:t>……………….</w:t>
      </w:r>
    </w:p>
    <w:p w:rsidR="00C30D59" w:rsidRDefault="00C30D59" w:rsidP="00C30D59">
      <w:r w:rsidRPr="00C30D59">
        <w:t>Osoby oprávněné jednat za zhotovitele v rámci uzavřené smlouvy o dílo:</w:t>
      </w:r>
    </w:p>
    <w:p w:rsidR="008212ED" w:rsidRDefault="008212ED" w:rsidP="00C30D5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lastRenderedPageBreak/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1E22BD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1E22BD">
              <w:rPr>
                <w:rFonts w:cs="Arial"/>
                <w:color w:val="000000"/>
                <w:sz w:val="16"/>
                <w:szCs w:val="16"/>
                <w:highlight w:val="yellow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1E22BD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1E22BD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1E22BD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1E22BD">
              <w:rPr>
                <w:rFonts w:cs="Arial"/>
                <w:color w:val="000000"/>
                <w:sz w:val="16"/>
                <w:szCs w:val="16"/>
                <w:highlight w:val="yellow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1E22BD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1E22BD">
              <w:rPr>
                <w:rFonts w:cs="Arial"/>
                <w:color w:val="000000"/>
                <w:sz w:val="16"/>
                <w:szCs w:val="16"/>
                <w:highlight w:val="yellow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1E22BD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1E22BD">
              <w:rPr>
                <w:rFonts w:cs="Arial"/>
                <w:color w:val="000000"/>
                <w:sz w:val="16"/>
                <w:szCs w:val="16"/>
                <w:highlight w:val="yellow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606FB7">
      <w:pPr>
        <w:pStyle w:val="lnek"/>
        <w:spacing w:before="360"/>
        <w:ind w:left="17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B20BE0" w:rsidRDefault="00B20BE0" w:rsidP="00B20BE0">
      <w:pPr>
        <w:pStyle w:val="Odstavec2"/>
      </w:pPr>
      <w:r w:rsidRPr="00B20BE0">
        <w:t xml:space="preserve">Předmětem této Smlouvy je realizace </w:t>
      </w:r>
      <w:r w:rsidRPr="001E22BD">
        <w:t>díla „</w:t>
      </w:r>
      <w:r w:rsidR="00123836">
        <w:t>Oprava betonové komunikace, u výdejních lávek, společnosti ČEPRO, a.s. ve skladu Třemošná</w:t>
      </w:r>
      <w:r w:rsidRPr="001E22BD">
        <w:t>“, (dále jen „</w:t>
      </w:r>
      <w:r w:rsidRPr="001E22BD">
        <w:rPr>
          <w:b/>
          <w:i/>
        </w:rPr>
        <w:t>Dílo</w:t>
      </w:r>
      <w:r w:rsidRPr="001E22BD">
        <w:t>“).</w:t>
      </w:r>
    </w:p>
    <w:p w:rsidR="00123836" w:rsidRDefault="0099532A" w:rsidP="00123836">
      <w:pPr>
        <w:pStyle w:val="Odstavec3"/>
      </w:pPr>
      <w:r>
        <w:t xml:space="preserve">Realizace Díla zahrnuje provedení </w:t>
      </w:r>
      <w:r w:rsidR="00123836">
        <w:t>opravy b</w:t>
      </w:r>
      <w:r w:rsidR="00123836" w:rsidRPr="005E6D13">
        <w:t xml:space="preserve">etonové </w:t>
      </w:r>
      <w:r w:rsidR="0042476D">
        <w:t xml:space="preserve">účelové </w:t>
      </w:r>
      <w:r w:rsidR="00123836" w:rsidRPr="005E6D13">
        <w:t xml:space="preserve">komunikace u výdejních lávek </w:t>
      </w:r>
      <w:proofErr w:type="spellStart"/>
      <w:r w:rsidR="00123836" w:rsidRPr="005E6D13">
        <w:t>obj</w:t>
      </w:r>
      <w:proofErr w:type="spellEnd"/>
      <w:r w:rsidR="00123836" w:rsidRPr="005E6D13">
        <w:t xml:space="preserve">. </w:t>
      </w:r>
      <w:r w:rsidR="00911FC4">
        <w:t xml:space="preserve">č. </w:t>
      </w:r>
      <w:r w:rsidR="00123836" w:rsidRPr="005E6D13">
        <w:t>191 na stopě č.</w:t>
      </w:r>
      <w:r w:rsidR="00123836">
        <w:t xml:space="preserve"> 4 a 5, která</w:t>
      </w:r>
      <w:r w:rsidR="00123836" w:rsidRPr="005E6D13">
        <w:t xml:space="preserve"> je z části tvořena z </w:t>
      </w:r>
      <w:proofErr w:type="spellStart"/>
      <w:r w:rsidR="00123836" w:rsidRPr="005E6D13">
        <w:t>drátkobetonové</w:t>
      </w:r>
      <w:proofErr w:type="spellEnd"/>
      <w:r w:rsidR="00123836" w:rsidRPr="005E6D13">
        <w:t xml:space="preserve"> desky a z části ze silničního betonu se stěrkou o tloušťce cca 20 mm. Pod </w:t>
      </w:r>
      <w:r w:rsidR="00911FC4">
        <w:t xml:space="preserve">dotčenou </w:t>
      </w:r>
      <w:r w:rsidR="00123836" w:rsidRPr="005E6D13">
        <w:t xml:space="preserve">komunikací, v hloubce asi 20 cm pod povrchem, je položena izolační folie. </w:t>
      </w:r>
      <w:proofErr w:type="spellStart"/>
      <w:r w:rsidR="00123836" w:rsidRPr="005E6D13">
        <w:t>Drátkobetonová</w:t>
      </w:r>
      <w:proofErr w:type="spellEnd"/>
      <w:r w:rsidR="00123836" w:rsidRPr="005E6D13">
        <w:t xml:space="preserve"> deska je na několika místech narušená – mapové trhliny, celkem na 55 m</w:t>
      </w:r>
      <w:r w:rsidR="00123836" w:rsidRPr="005E6D13">
        <w:rPr>
          <w:vertAlign w:val="superscript"/>
        </w:rPr>
        <w:t>2</w:t>
      </w:r>
      <w:r w:rsidR="00123836" w:rsidRPr="005E6D13">
        <w:t>. V části, kde je na komunikaci betonová stěrka, je tato v několika místech vydrolena, celkem na 38 m</w:t>
      </w:r>
      <w:r w:rsidR="00123836" w:rsidRPr="005E6D13">
        <w:rPr>
          <w:vertAlign w:val="superscript"/>
        </w:rPr>
        <w:t>2</w:t>
      </w:r>
      <w:r w:rsidR="00123836" w:rsidRPr="005E6D13">
        <w:t>.</w:t>
      </w:r>
      <w:r w:rsidR="00911FC4">
        <w:t xml:space="preserve"> Poškozené části betonové </w:t>
      </w:r>
      <w:r w:rsidR="005A044A">
        <w:t xml:space="preserve">účelové </w:t>
      </w:r>
      <w:r w:rsidR="00911FC4">
        <w:t>komunikace je Zhotovitel povinen</w:t>
      </w:r>
      <w:r w:rsidR="0042476D">
        <w:t xml:space="preserve"> v rozsahu požadovaném Objednatelem</w:t>
      </w:r>
      <w:r w:rsidR="00911FC4">
        <w:t xml:space="preserve"> opravit v souladu s technickým řešením dle této Smlouvy tak, aby </w:t>
      </w:r>
      <w:r w:rsidR="0042476D">
        <w:t xml:space="preserve">účelová </w:t>
      </w:r>
      <w:r w:rsidR="00911FC4">
        <w:t>komunikace byla provozuschopná a funkční</w:t>
      </w:r>
      <w:r w:rsidR="0042476D">
        <w:t xml:space="preserve"> a sloužila</w:t>
      </w:r>
      <w:r w:rsidR="00911FC4">
        <w:t xml:space="preserve"> účelu, ke kterému je určena. </w:t>
      </w:r>
    </w:p>
    <w:p w:rsidR="00B20BE0" w:rsidRDefault="00B20BE0" w:rsidP="00B20BE0">
      <w:pPr>
        <w:pStyle w:val="Odstavec2"/>
      </w:pPr>
      <w:r>
        <w:t xml:space="preserve">Zhotovitel je povinen provést </w:t>
      </w:r>
      <w:r w:rsidR="0099532A">
        <w:t>D</w:t>
      </w:r>
      <w:r>
        <w:t xml:space="preserve">ílo v rozsahu a dle technického řešení podle níže uvedené dokumentace (dále jen „Závazné podklady“):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Zhotoviteli předané a jím převzaté zadávací dokumentace ze </w:t>
      </w:r>
      <w:r w:rsidRPr="00C55164">
        <w:t xml:space="preserve">dne </w:t>
      </w:r>
      <w:r w:rsidR="00FF47D2" w:rsidRPr="00C55164">
        <w:t>1</w:t>
      </w:r>
      <w:r w:rsidR="00C55164" w:rsidRPr="00C55164">
        <w:t>9</w:t>
      </w:r>
      <w:r w:rsidR="00FF47D2" w:rsidRPr="00C55164">
        <w:t xml:space="preserve">. </w:t>
      </w:r>
      <w:r w:rsidR="00C55164" w:rsidRPr="00C55164">
        <w:t>3</w:t>
      </w:r>
      <w:r w:rsidR="00FF47D2" w:rsidRPr="00C55164">
        <w:t xml:space="preserve">. 2014 </w:t>
      </w:r>
      <w:r w:rsidRPr="00C55164">
        <w:t>k</w:t>
      </w:r>
      <w:bookmarkStart w:id="0" w:name="_GoBack"/>
      <w:bookmarkEnd w:id="0"/>
      <w:r>
        <w:t xml:space="preserve"> zakázce č.</w:t>
      </w:r>
      <w:r w:rsidR="00FF47D2">
        <w:t>0</w:t>
      </w:r>
      <w:r w:rsidR="00123836">
        <w:t>70</w:t>
      </w:r>
      <w:r w:rsidR="00FF47D2">
        <w:t>/14/OCN</w:t>
      </w:r>
      <w:r>
        <w:t>, nazvané „</w:t>
      </w:r>
      <w:r w:rsidR="00123836">
        <w:t>Oprava betonové komunikace, u výdejních lávek, společnosti ČEPRO, a.s. ve skladu Třemošná</w:t>
      </w:r>
      <w:r>
        <w:t>“,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</w:t>
      </w:r>
      <w:proofErr w:type="gramStart"/>
      <w:r>
        <w:t>ze</w:t>
      </w:r>
      <w:proofErr w:type="gramEnd"/>
      <w:r>
        <w:t xml:space="preserve"> dne </w:t>
      </w:r>
      <w:r w:rsidRPr="00AF68B0">
        <w:rPr>
          <w:highlight w:val="yellow"/>
        </w:rPr>
        <w:t>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99532A">
        <w:t>D</w:t>
      </w:r>
      <w:r w:rsidRPr="00AF68B0">
        <w:t>íla podle Zadávací dokumentace v celém jeho rozsahu a se všemi jeho součástmi.</w:t>
      </w:r>
    </w:p>
    <w:p w:rsidR="00DD6392" w:rsidRPr="008D315C" w:rsidRDefault="00DD6392" w:rsidP="00DD6392">
      <w:pPr>
        <w:pStyle w:val="Odstavec2"/>
      </w:pPr>
      <w:r w:rsidRPr="00DD6392">
        <w:t>Zhotovitel je povinen při provádění Díla postupovat dle způsobu provedení uvedeného v závazném podrobném popisu technologických postupů a prací, který</w:t>
      </w:r>
      <w:r>
        <w:t xml:space="preserve"> </w:t>
      </w:r>
      <w:r w:rsidRPr="008D315C">
        <w:t>je součástí Nabídky.</w:t>
      </w:r>
    </w:p>
    <w:p w:rsidR="00EF105C" w:rsidRDefault="00DD6392" w:rsidP="00DD57F1">
      <w:pPr>
        <w:pStyle w:val="Odstavec2"/>
      </w:pPr>
      <w:r w:rsidRPr="00DD57F1">
        <w:t>Objednatel zajistí pro realizaci Díla</w:t>
      </w:r>
      <w:r>
        <w:t xml:space="preserve">: </w:t>
      </w:r>
      <w:r w:rsidRPr="008D315C">
        <w:t>povolení ke vstupu na pozemky a/nebo do prostor dotčených zhotovováním Díla (tj. na Staveniště)</w:t>
      </w:r>
      <w:r w:rsidR="0042476D">
        <w:t xml:space="preserve"> a příp. součinnost sjednanou v Harmonogramu plnění</w:t>
      </w:r>
      <w:r w:rsidR="00EF105C">
        <w:t>.</w:t>
      </w:r>
    </w:p>
    <w:p w:rsidR="00DD57F1" w:rsidRPr="00DD57F1" w:rsidRDefault="00DD57F1" w:rsidP="00DD57F1">
      <w:pPr>
        <w:pStyle w:val="Odstavec2"/>
      </w:pPr>
      <w:r w:rsidRPr="00DD57F1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C30D59" w:rsidRDefault="007F3FC6" w:rsidP="00606FB7">
      <w:pPr>
        <w:pStyle w:val="lnek"/>
        <w:spacing w:before="360"/>
        <w:ind w:left="17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8D315C" w:rsidRDefault="007F3FC6" w:rsidP="008D315C">
      <w:pPr>
        <w:pStyle w:val="Odstavec2"/>
      </w:pPr>
      <w:r w:rsidRPr="007F3FC6">
        <w:lastRenderedPageBreak/>
        <w:t xml:space="preserve">Místem plnění je: </w:t>
      </w:r>
      <w:r w:rsidR="00123836">
        <w:t xml:space="preserve">účelová komunikace u výdejních lávek </w:t>
      </w:r>
      <w:proofErr w:type="spellStart"/>
      <w:r w:rsidR="00123836">
        <w:t>obj</w:t>
      </w:r>
      <w:proofErr w:type="spellEnd"/>
      <w:r w:rsidR="00123836">
        <w:t>.</w:t>
      </w:r>
      <w:r w:rsidR="0042476D">
        <w:t xml:space="preserve"> </w:t>
      </w:r>
      <w:r w:rsidR="00123836">
        <w:t>191 na stopě č. 4 a 5 ve skladu Třemošná</w:t>
      </w:r>
      <w:r w:rsidR="0042476D">
        <w:t xml:space="preserve"> – vyhrazené Staveniště předané Objednatelem Zhotoviteli</w:t>
      </w:r>
      <w:r w:rsidR="00010E4A">
        <w:t>.</w:t>
      </w:r>
    </w:p>
    <w:p w:rsidR="007F3FC6" w:rsidRDefault="007F3FC6" w:rsidP="007F3FC6">
      <w:pPr>
        <w:pStyle w:val="Odstavec2"/>
      </w:pPr>
      <w:r w:rsidRPr="007F3FC6">
        <w:t>Místo plnění se nachází v areálu provozu Objednatele a Dílo</w:t>
      </w:r>
      <w:r>
        <w:t xml:space="preserve"> </w:t>
      </w:r>
      <w:r w:rsidRPr="0006292B">
        <w:t>bude prováděno</w:t>
      </w:r>
      <w:r w:rsidRPr="007F3FC6">
        <w:t xml:space="preserve"> </w:t>
      </w:r>
      <w:r w:rsidR="00361795">
        <w:t>za provozu skladu Objednatele. Smluvní strany se dohodly, že</w:t>
      </w:r>
      <w:r w:rsidRPr="007F3FC6">
        <w:t xml:space="preserve"> případné náklady Zhotovitele vzniklé z důvodu této skutečnosti, např. </w:t>
      </w:r>
      <w:r w:rsidR="001001C8">
        <w:t xml:space="preserve">z provozních důvodů </w:t>
      </w:r>
      <w:r w:rsidR="003B27C5">
        <w:t>O</w:t>
      </w:r>
      <w:r w:rsidR="001001C8">
        <w:t>bjednatele</w:t>
      </w:r>
      <w:r w:rsidR="009714C8">
        <w:t>, nebo</w:t>
      </w:r>
      <w:r w:rsidR="001001C8">
        <w:t xml:space="preserve"> </w:t>
      </w:r>
      <w:r w:rsidRPr="007F3FC6">
        <w:t xml:space="preserve">z důvodu opatření k dodržování předpisů Objednatele platných v místě plnění a veškerém dotčeném okolí místa plnění, kde je </w:t>
      </w:r>
      <w:r w:rsidR="00361795">
        <w:t>D</w:t>
      </w:r>
      <w:r w:rsidRPr="007F3FC6">
        <w:t>ílo Zhotovitelem prováděno, jsou zahrnuty v Ceně díla.</w:t>
      </w:r>
    </w:p>
    <w:p w:rsidR="007F3FC6" w:rsidRPr="00B56CB5" w:rsidRDefault="007F3FC6" w:rsidP="007F3FC6">
      <w:pPr>
        <w:pStyle w:val="Odstavec2"/>
        <w:rPr>
          <w:i/>
        </w:rPr>
      </w:pPr>
      <w:r w:rsidRPr="007F3FC6">
        <w:t>Termíny provedení Díla</w:t>
      </w:r>
      <w:r w:rsidRPr="00B56CB5">
        <w:rPr>
          <w:i/>
        </w:rPr>
        <w:t>:</w:t>
      </w:r>
      <w:r w:rsidR="00B56CB5" w:rsidRPr="00B56CB5">
        <w:rPr>
          <w:i/>
        </w:rPr>
        <w:t xml:space="preserve"> /bude upřesněno před uzavřením smlouvy dle schváleného harmonogramu/</w:t>
      </w:r>
    </w:p>
    <w:p w:rsidR="007F3FC6" w:rsidRPr="0006292B" w:rsidRDefault="007F3FC6" w:rsidP="007F3FC6">
      <w:pPr>
        <w:pStyle w:val="Odstavec2"/>
        <w:numPr>
          <w:ilvl w:val="0"/>
          <w:numId w:val="0"/>
        </w:numPr>
        <w:ind w:left="567"/>
      </w:pPr>
      <w:r w:rsidRPr="0006292B">
        <w:t xml:space="preserve">Zahájení Díla: </w:t>
      </w:r>
      <w:r w:rsidR="00123836">
        <w:t>září</w:t>
      </w:r>
      <w:r w:rsidR="0006292B" w:rsidRPr="0006292B">
        <w:t xml:space="preserve"> 2014</w:t>
      </w:r>
    </w:p>
    <w:p w:rsidR="007F3FC6" w:rsidRPr="0006292B" w:rsidRDefault="007F3FC6" w:rsidP="007F3FC6">
      <w:pPr>
        <w:pStyle w:val="Odstavec2"/>
        <w:numPr>
          <w:ilvl w:val="0"/>
          <w:numId w:val="0"/>
        </w:numPr>
        <w:ind w:left="567"/>
      </w:pPr>
      <w:r w:rsidRPr="0006292B">
        <w:t xml:space="preserve">Dokončení Díla: </w:t>
      </w:r>
      <w:r w:rsidR="00123836">
        <w:t>září</w:t>
      </w:r>
      <w:r w:rsidR="0006292B">
        <w:t xml:space="preserve"> 2014</w:t>
      </w:r>
    </w:p>
    <w:p w:rsidR="007F3FC6" w:rsidRPr="0006292B" w:rsidRDefault="007F3FC6" w:rsidP="007F3FC6">
      <w:pPr>
        <w:pStyle w:val="Odstavec2"/>
        <w:numPr>
          <w:ilvl w:val="0"/>
          <w:numId w:val="0"/>
        </w:numPr>
        <w:ind w:left="567"/>
      </w:pPr>
      <w:r w:rsidRPr="0006292B">
        <w:t>Předání Díla:</w:t>
      </w:r>
      <w:r w:rsidR="0006292B">
        <w:t xml:space="preserve"> </w:t>
      </w:r>
      <w:r w:rsidR="00123836">
        <w:t>září</w:t>
      </w:r>
      <w:r w:rsidR="0006292B">
        <w:t xml:space="preserve"> 2014</w:t>
      </w:r>
    </w:p>
    <w:p w:rsidR="007F3FC6" w:rsidRDefault="002F6183" w:rsidP="007F3FC6">
      <w:pPr>
        <w:pStyle w:val="Odstavec2"/>
        <w:numPr>
          <w:ilvl w:val="0"/>
          <w:numId w:val="0"/>
        </w:numPr>
        <w:ind w:left="567"/>
      </w:pPr>
      <w:r w:rsidRPr="00EF105C">
        <w:t xml:space="preserve">Zhotovitel je povinen realizovat Dílo v termínech uvedených v Harmonogramu plnění uvedeném v Nabídce, resp. </w:t>
      </w:r>
      <w:r w:rsidR="003B27C5">
        <w:t xml:space="preserve">písemně </w:t>
      </w:r>
      <w:r w:rsidRPr="00EF105C">
        <w:t>odsouhlaseném Objednatelem (dále jen „</w:t>
      </w:r>
      <w:r w:rsidRPr="00EF105C">
        <w:rPr>
          <w:b/>
          <w:i/>
        </w:rPr>
        <w:t>Harmonogram plnění</w:t>
      </w:r>
      <w:r w:rsidRPr="00EF105C">
        <w:t>“)</w:t>
      </w:r>
      <w:r w:rsidR="0000489E">
        <w:t>, jenž tvoří přílohu této Smlouvy</w:t>
      </w:r>
      <w:r w:rsidR="003B27C5">
        <w:t xml:space="preserve"> (viz příloha č. 2 </w:t>
      </w:r>
      <w:proofErr w:type="gramStart"/>
      <w:r w:rsidR="003B27C5">
        <w:t>této</w:t>
      </w:r>
      <w:proofErr w:type="gramEnd"/>
      <w:r w:rsidR="003B27C5">
        <w:t xml:space="preserve"> Smlouvy)</w:t>
      </w:r>
      <w:r w:rsidR="0000489E">
        <w:t>.</w:t>
      </w:r>
    </w:p>
    <w:p w:rsidR="00944959" w:rsidRDefault="007F3FC6" w:rsidP="007F3FC6">
      <w:pPr>
        <w:pStyle w:val="Odstavec2"/>
      </w:pPr>
      <w:r w:rsidRPr="007F3FC6">
        <w:t xml:space="preserve">Řádné provedení </w:t>
      </w:r>
      <w:r w:rsidRPr="0006292B">
        <w:t>Díla vyžaduje odstávku provozu Objednatele</w:t>
      </w:r>
      <w:r w:rsidR="00944959">
        <w:t>, resp. odstávku provozu výdejních lávek,</w:t>
      </w:r>
      <w:r w:rsidR="001001C8">
        <w:t xml:space="preserve"> a to výdej pohonných hmot do automobilových cisteren na stopě </w:t>
      </w:r>
      <w:proofErr w:type="gramStart"/>
      <w:r w:rsidR="001001C8">
        <w:t>č.4 a č.</w:t>
      </w:r>
      <w:proofErr w:type="gramEnd"/>
      <w:r w:rsidR="005A044A">
        <w:t xml:space="preserve"> </w:t>
      </w:r>
      <w:r w:rsidR="001001C8">
        <w:t>5</w:t>
      </w:r>
      <w:r w:rsidR="0006292B" w:rsidRPr="0006292B">
        <w:t>.</w:t>
      </w:r>
      <w:r w:rsidRPr="0006292B">
        <w:t xml:space="preserve"> </w:t>
      </w:r>
      <w:r w:rsidR="001001C8">
        <w:t xml:space="preserve">Z tohoto důvodu musí </w:t>
      </w:r>
      <w:r w:rsidR="00944959">
        <w:t>Z</w:t>
      </w:r>
      <w:r w:rsidR="001001C8">
        <w:t xml:space="preserve">hotovitel </w:t>
      </w:r>
      <w:r w:rsidR="00944959">
        <w:t>přizpůsobit způsob a rozsah provádění prací na Díle, neboť odstávky provozu výdejních lávek budou prováděny dle akt</w:t>
      </w:r>
      <w:r w:rsidR="005A044A">
        <w:t xml:space="preserve">uálních potřeb Objednatele. </w:t>
      </w:r>
      <w:r w:rsidR="00944959">
        <w:t>Zhotovitel si je vědom, že práce na Díle budou přerušovány vždy na dobu nutnou k provozu výdejních lávek na stopě č. 1, č. 2 a č. 3</w:t>
      </w:r>
      <w:r w:rsidR="001001C8">
        <w:t>(</w:t>
      </w:r>
      <w:r w:rsidR="00786B18">
        <w:t xml:space="preserve">vždy při </w:t>
      </w:r>
      <w:r w:rsidR="001001C8">
        <w:t>výdej</w:t>
      </w:r>
      <w:r w:rsidR="00786B18">
        <w:t>i</w:t>
      </w:r>
      <w:r w:rsidR="001001C8">
        <w:t xml:space="preserve"> pohonných hmot do automobilových cisteren na stopách č.</w:t>
      </w:r>
      <w:r w:rsidR="00944959">
        <w:t xml:space="preserve"> </w:t>
      </w:r>
      <w:r w:rsidR="001001C8">
        <w:t>1, 2, 3</w:t>
      </w:r>
      <w:r w:rsidR="00786B18">
        <w:t>)</w:t>
      </w:r>
      <w:r w:rsidR="001001C8">
        <w:t>.</w:t>
      </w:r>
      <w:r w:rsidR="00944959">
        <w:t xml:space="preserve"> Tato skutečnost je rovněž zohledněna v příloze č. 2 </w:t>
      </w:r>
      <w:proofErr w:type="gramStart"/>
      <w:r w:rsidR="00944959">
        <w:t>této</w:t>
      </w:r>
      <w:proofErr w:type="gramEnd"/>
      <w:r w:rsidR="00944959">
        <w:t xml:space="preserve"> Smlouvy – v Harmonogramu plnění.</w:t>
      </w:r>
    </w:p>
    <w:p w:rsidR="007F3FC6" w:rsidRDefault="00944959" w:rsidP="00606FB7">
      <w:pPr>
        <w:pStyle w:val="Odstavec3"/>
      </w:pPr>
      <w:r>
        <w:t xml:space="preserve">Zhotovitel je povinen provádět Dílo bez zbytečných prodlev, aby mohla být účelová komunikace zprovozněna v co nejkratší době. </w:t>
      </w:r>
    </w:p>
    <w:p w:rsidR="00076A68" w:rsidRDefault="00076A68" w:rsidP="00606FB7">
      <w:pPr>
        <w:pStyle w:val="Odstavec3"/>
      </w:pPr>
      <w:r>
        <w:t>Zhotovitel bere na vědomí, že práce na Díle budou probíhat v zóně s nebezpečím výbuchu, a této skutečnosti je zhotovitel povinen přizpůsobit provádění Díla, jakož i technické vybavení a osobní ochranné pomůcky</w:t>
      </w:r>
      <w:r w:rsidR="00606FB7">
        <w:t xml:space="preserve"> osob podílejících se na realizaci Díla v souladu s platnými právními předpisy a v souladu s vnitřními předpisy Objednatele</w:t>
      </w:r>
      <w:r w:rsidR="00430893">
        <w:t>,</w:t>
      </w:r>
      <w:r w:rsidR="00606FB7">
        <w:t xml:space="preserve"> se kterými byl Zhotovitel seznámen.</w:t>
      </w:r>
    </w:p>
    <w:p w:rsidR="002F6183" w:rsidRPr="002F6183" w:rsidRDefault="002F6183" w:rsidP="002F6183">
      <w:pPr>
        <w:pStyle w:val="Odstavec2"/>
      </w:pPr>
      <w:r w:rsidRPr="002F6183">
        <w:t>Přejímka Staveniště</w:t>
      </w:r>
    </w:p>
    <w:p w:rsidR="002F6183" w:rsidRPr="0006292B" w:rsidRDefault="002F6183" w:rsidP="002F6183">
      <w:pPr>
        <w:pStyle w:val="Odstavec3"/>
      </w:pPr>
      <w:r w:rsidRPr="002F6183">
        <w:t xml:space="preserve">Přejímka Staveniště </w:t>
      </w:r>
      <w:r w:rsidRPr="0006292B">
        <w:t xml:space="preserve">proběhne </w:t>
      </w:r>
      <w:r w:rsidR="0006292B" w:rsidRPr="0006292B">
        <w:t>jednorázově.</w:t>
      </w:r>
    </w:p>
    <w:p w:rsidR="00521FE0" w:rsidRPr="0006292B" w:rsidRDefault="00521FE0" w:rsidP="00521FE0">
      <w:pPr>
        <w:pStyle w:val="Odstavec3"/>
      </w:pPr>
      <w:r w:rsidRPr="00521FE0">
        <w:t xml:space="preserve">Zhotovitel je povinen předat vyklizené Staveniště bez vad </w:t>
      </w:r>
      <w:r w:rsidRPr="0006292B">
        <w:t>ve lhůtě předání a převzetí Díla.</w:t>
      </w:r>
    </w:p>
    <w:p w:rsidR="005C5D01" w:rsidRDefault="005C5D01" w:rsidP="00606FB7">
      <w:pPr>
        <w:pStyle w:val="lnek"/>
        <w:spacing w:before="360"/>
        <w:ind w:left="17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1" w:name="_Ref321240324"/>
      <w:r w:rsidRPr="005C5D01">
        <w:t>Celková Cena díla v plném rozsahu dle této Smlouvy je stanovena jako smluvní cena bez DPH:</w:t>
      </w:r>
      <w:bookmarkEnd w:id="1"/>
    </w:p>
    <w:p w:rsidR="005C5D01" w:rsidRDefault="005C5D01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5C5D01">
        <w:rPr>
          <w:b/>
          <w:highlight w:val="yellow"/>
        </w:rPr>
        <w:t xml:space="preserve">………………………….,- Kč 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7A5B00" w:rsidRDefault="007A5B00" w:rsidP="005C5D01">
      <w:pPr>
        <w:pStyle w:val="Odstavec2"/>
      </w:pPr>
      <w:r>
        <w:t>Podkladem pro Cenu díla je Cenová nabídka Zhotovitele ze dne …, která tvoří přílohu č. 1 této Smlouvy.</w:t>
      </w:r>
    </w:p>
    <w:p w:rsidR="005C5D01" w:rsidRDefault="005C5D01" w:rsidP="00606FB7">
      <w:pPr>
        <w:pStyle w:val="lnek"/>
        <w:spacing w:before="360"/>
        <w:ind w:left="17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Default="005C5D01" w:rsidP="005C5D01">
      <w:pPr>
        <w:pStyle w:val="Odstavec2"/>
      </w:pPr>
      <w:r w:rsidRPr="005C5D01">
        <w:t>Cena díla bude Objednatelem</w:t>
      </w:r>
      <w:r>
        <w:t>:</w:t>
      </w:r>
    </w:p>
    <w:p w:rsidR="005C5D01" w:rsidRPr="0006292B" w:rsidRDefault="005C5D01" w:rsidP="005C5D01">
      <w:pPr>
        <w:pStyle w:val="Odstavec2"/>
        <w:numPr>
          <w:ilvl w:val="0"/>
          <w:numId w:val="0"/>
        </w:numPr>
        <w:ind w:left="567"/>
      </w:pPr>
      <w:r w:rsidRPr="0006292B">
        <w:t>uhrazena jednorázově po řádném a úplném dokončení celého Díla</w:t>
      </w:r>
      <w:r w:rsidR="0001215A">
        <w:t xml:space="preserve"> </w:t>
      </w:r>
      <w:r w:rsidRPr="0006292B">
        <w:t>na základě faktury – daňového dokladu (dále jen „</w:t>
      </w:r>
      <w:r w:rsidRPr="0006292B">
        <w:rPr>
          <w:b/>
          <w:i/>
        </w:rPr>
        <w:t>faktura</w:t>
      </w:r>
      <w:r w:rsidRPr="0006292B">
        <w:t xml:space="preserve">“) vystavené po předání a převzetí Díla, o kterém </w:t>
      </w:r>
      <w:r w:rsidR="00E00091" w:rsidRPr="0006292B">
        <w:t xml:space="preserve">bude sepsán Protokol o předání </w:t>
      </w:r>
      <w:r w:rsidRPr="0006292B">
        <w:t>a převzetí.</w:t>
      </w:r>
    </w:p>
    <w:p w:rsidR="005C5D01" w:rsidRDefault="005C5D01" w:rsidP="00721C8A">
      <w:pPr>
        <w:pStyle w:val="Odstavec2"/>
      </w:pPr>
      <w:r w:rsidRPr="005C5D01">
        <w:t>Smluvní strany si zádržné</w:t>
      </w:r>
      <w:r>
        <w:t xml:space="preserve"> </w:t>
      </w:r>
      <w:r w:rsidRPr="0006292B">
        <w:t>nesjednávají.</w:t>
      </w:r>
      <w:r w:rsidR="00721C8A">
        <w:t xml:space="preserve"> 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lastRenderedPageBreak/>
        <w:t>v listinné podobě: ČEPRO, a.s., FÚ, Odbor účtárny, Hněvice 62, 411 08 Štětí;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 xml:space="preserve">v elektronické podobě: z elektronické adresy Zhotovitele: </w:t>
      </w:r>
      <w:r w:rsidRPr="0006292B">
        <w:rPr>
          <w:highlight w:val="yellow"/>
        </w:rPr>
        <w:t>……</w:t>
      </w:r>
      <w:proofErr w:type="gramStart"/>
      <w:r w:rsidRPr="0006292B">
        <w:rPr>
          <w:highlight w:val="yellow"/>
        </w:rPr>
        <w:t>…...</w:t>
      </w:r>
      <w:proofErr w:type="gramEnd"/>
      <w:r>
        <w:t xml:space="preserve"> </w:t>
      </w:r>
    </w:p>
    <w:p w:rsidR="00E00091" w:rsidRDefault="00E00091" w:rsidP="00E00091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Objednatele: </w:t>
      </w:r>
      <w:hyperlink r:id="rId14" w:history="1">
        <w:r w:rsidRPr="0066611B">
          <w:rPr>
            <w:rStyle w:val="Hypertextovodkaz"/>
          </w:rPr>
          <w:t>cepro_DF@ceproas.cz</w:t>
        </w:r>
      </w:hyperlink>
      <w:r>
        <w:t>.</w:t>
      </w:r>
    </w:p>
    <w:p w:rsidR="00E00091" w:rsidRDefault="00E00091" w:rsidP="00E00091">
      <w:pPr>
        <w:pStyle w:val="Odstavec2"/>
      </w:pPr>
      <w:r w:rsidRPr="00E00091">
        <w:t xml:space="preserve">Každá faktura dle této Smlouvy je splatná do </w:t>
      </w:r>
      <w:r w:rsidR="0006292B">
        <w:t>45</w:t>
      </w:r>
      <w:r w:rsidRPr="00E00091">
        <w:t xml:space="preserve"> dnů od jejího doručení Objednateli</w:t>
      </w:r>
      <w:r>
        <w:t>.</w:t>
      </w:r>
    </w:p>
    <w:p w:rsidR="007B1761" w:rsidRDefault="007B1761" w:rsidP="00606FB7">
      <w:pPr>
        <w:pStyle w:val="lnek"/>
        <w:spacing w:before="360"/>
        <w:ind w:left="17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Pr="00876EBD" w:rsidRDefault="00AE3CC7" w:rsidP="00E322F9">
      <w:pPr>
        <w:pStyle w:val="Odstavec2"/>
      </w:pPr>
      <w:r w:rsidRPr="00AE3CC7">
        <w:t>Předání</w:t>
      </w:r>
      <w:r>
        <w:t xml:space="preserve"> a převzetí Díla se uskuteční </w:t>
      </w:r>
      <w:r w:rsidR="00E322F9" w:rsidRPr="00876EBD">
        <w:t>po řádném dokončení celého Díla.</w:t>
      </w:r>
    </w:p>
    <w:p w:rsidR="006F5596" w:rsidRDefault="00BE2E82" w:rsidP="00E322F9">
      <w:pPr>
        <w:pStyle w:val="Odstavec2"/>
      </w:pPr>
      <w:bookmarkStart w:id="2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2"/>
    </w:p>
    <w:p w:rsidR="00430893" w:rsidRDefault="00430893" w:rsidP="006F5596">
      <w:pPr>
        <w:pStyle w:val="Body"/>
      </w:pPr>
      <w:r>
        <w:t xml:space="preserve">dokumentace </w:t>
      </w:r>
      <w:r w:rsidR="00C63988">
        <w:t>skutečného provedení D</w:t>
      </w:r>
      <w:r>
        <w:t>íla</w:t>
      </w:r>
    </w:p>
    <w:p w:rsidR="00430893" w:rsidRPr="00876EBD" w:rsidRDefault="00876EBD" w:rsidP="00430893">
      <w:pPr>
        <w:pStyle w:val="Body"/>
      </w:pPr>
      <w:r w:rsidRPr="00876EBD">
        <w:t>foto</w:t>
      </w:r>
      <w:r w:rsidR="006F5596" w:rsidRPr="00876EBD">
        <w:t xml:space="preserve">dokumentace </w:t>
      </w:r>
      <w:r w:rsidR="00B56CB5">
        <w:t xml:space="preserve">o průběhu realizace </w:t>
      </w:r>
      <w:r w:rsidR="0001215A">
        <w:t>D</w:t>
      </w:r>
      <w:r w:rsidR="006F5596" w:rsidRPr="00876EBD">
        <w:t>íla</w:t>
      </w:r>
    </w:p>
    <w:p w:rsidR="006F5596" w:rsidRPr="00B25071" w:rsidRDefault="006F5596" w:rsidP="006F5596">
      <w:pPr>
        <w:pStyle w:val="Body"/>
      </w:pPr>
      <w:r w:rsidRPr="00B25071">
        <w:t xml:space="preserve">technickou specifikaci, atesty, prohlášení o shodě, certifikáty a osvědčení o jakosti materiálů a výrobků použitých pro realizaci </w:t>
      </w:r>
      <w:r w:rsidR="0001215A">
        <w:t>D</w:t>
      </w:r>
      <w:r w:rsidRPr="00B25071">
        <w:t>íla</w:t>
      </w:r>
    </w:p>
    <w:p w:rsidR="006F5596" w:rsidRPr="00B25071" w:rsidRDefault="006F5596" w:rsidP="006F5596">
      <w:pPr>
        <w:pStyle w:val="Body"/>
      </w:pPr>
      <w:r w:rsidRPr="00B25071">
        <w:t>stavební deník</w:t>
      </w:r>
      <w:r w:rsidR="00B25071">
        <w:t xml:space="preserve"> </w:t>
      </w:r>
    </w:p>
    <w:p w:rsidR="00BE2E82" w:rsidRPr="00B25071" w:rsidRDefault="006F5596" w:rsidP="006F5596">
      <w:pPr>
        <w:pStyle w:val="Body"/>
        <w:rPr>
          <w:rStyle w:val="Odkaznakoment"/>
          <w:sz w:val="20"/>
          <w:szCs w:val="20"/>
        </w:rPr>
      </w:pPr>
      <w:r w:rsidRPr="00B25071">
        <w:t xml:space="preserve">doklady o ekologické likvidaci veškerých odpadů vzniklých prováděním </w:t>
      </w:r>
      <w:r w:rsidR="0001215A">
        <w:t>D</w:t>
      </w:r>
      <w:r w:rsidRPr="00B25071">
        <w:t>íla</w:t>
      </w:r>
      <w:r w:rsidRPr="00B25071">
        <w:rPr>
          <w:rStyle w:val="Odkaznakoment"/>
          <w:sz w:val="20"/>
          <w:szCs w:val="20"/>
        </w:rPr>
        <w:t xml:space="preserve"> </w:t>
      </w:r>
    </w:p>
    <w:p w:rsidR="00CD1BFE" w:rsidRDefault="00CD1BFE" w:rsidP="00E322F9">
      <w:pPr>
        <w:pStyle w:val="Odstavec2"/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CD1BFE" w:rsidRDefault="00B25071" w:rsidP="00CD1BFE">
      <w:pPr>
        <w:pStyle w:val="Odstavec2"/>
        <w:numPr>
          <w:ilvl w:val="0"/>
          <w:numId w:val="29"/>
        </w:numPr>
      </w:pPr>
      <w:r>
        <w:t>2</w:t>
      </w:r>
      <w:r w:rsidR="00CD1BFE">
        <w:t>x v listinné podobě;</w:t>
      </w:r>
    </w:p>
    <w:p w:rsidR="00CD1BFE" w:rsidRPr="00B25071" w:rsidRDefault="00123836" w:rsidP="00CD1BFE">
      <w:pPr>
        <w:pStyle w:val="Odstavec2"/>
        <w:numPr>
          <w:ilvl w:val="0"/>
          <w:numId w:val="29"/>
        </w:numPr>
      </w:pPr>
      <w:r>
        <w:t>2</w:t>
      </w:r>
      <w:r w:rsidR="00CD1BFE">
        <w:t xml:space="preserve">x v elektronické podobě ve formátu </w:t>
      </w:r>
      <w:proofErr w:type="spellStart"/>
      <w:r w:rsidR="00CD1BFE" w:rsidRPr="00B25071">
        <w:t>docx</w:t>
      </w:r>
      <w:proofErr w:type="spellEnd"/>
      <w:r w:rsidR="00CD1BFE" w:rsidRPr="00B25071">
        <w:t xml:space="preserve"> / </w:t>
      </w:r>
      <w:proofErr w:type="spellStart"/>
      <w:r w:rsidR="00CD1BFE" w:rsidRPr="00B25071">
        <w:t>xlsx</w:t>
      </w:r>
      <w:proofErr w:type="spellEnd"/>
      <w:r w:rsidR="00CD1BFE" w:rsidRPr="00B25071">
        <w:t xml:space="preserve"> / </w:t>
      </w:r>
      <w:proofErr w:type="spellStart"/>
      <w:r w:rsidR="00CD1BFE" w:rsidRPr="00B25071">
        <w:t>pdf</w:t>
      </w:r>
      <w:proofErr w:type="spellEnd"/>
      <w:r w:rsidR="0001215A">
        <w:t>.</w:t>
      </w:r>
    </w:p>
    <w:p w:rsidR="00CD1BFE" w:rsidRDefault="00CD1BFE" w:rsidP="00606FB7">
      <w:pPr>
        <w:pStyle w:val="lnek"/>
        <w:spacing w:before="360"/>
        <w:ind w:left="17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Default="00CD1BFE" w:rsidP="00CD1BFE">
      <w:pPr>
        <w:pStyle w:val="Odstavec2"/>
      </w:pPr>
      <w:r w:rsidRPr="00CD1BFE">
        <w:t xml:space="preserve">Záruční doba se sjednává v délce trvání </w:t>
      </w:r>
      <w:r w:rsidR="00123836">
        <w:t>36</w:t>
      </w:r>
      <w:r w:rsidR="00B25071">
        <w:t xml:space="preserve"> </w:t>
      </w:r>
      <w:r w:rsidRPr="00CD1BFE">
        <w:t>měsíců.</w:t>
      </w:r>
    </w:p>
    <w:p w:rsidR="00216448" w:rsidRDefault="00216448" w:rsidP="00216448">
      <w:pPr>
        <w:pStyle w:val="Odstavec2"/>
      </w:pPr>
      <w:r w:rsidRPr="00216448">
        <w:t>Zhotovitel je</w:t>
      </w:r>
      <w:r>
        <w:t xml:space="preserve"> povinen </w:t>
      </w:r>
      <w:r w:rsidR="00B25071">
        <w:t xml:space="preserve">reklamované </w:t>
      </w:r>
      <w:r>
        <w:t xml:space="preserve">vady </w:t>
      </w:r>
      <w:r w:rsidRPr="00216448">
        <w:t xml:space="preserve">odstranit nejpozději do </w:t>
      </w:r>
      <w:r w:rsidR="001001C8">
        <w:t>30</w:t>
      </w:r>
      <w:r w:rsidR="00B25071">
        <w:t xml:space="preserve"> dnů od oznámení vady Díla Objednatelem Zhotoviteli.</w:t>
      </w:r>
    </w:p>
    <w:p w:rsidR="00216448" w:rsidRPr="00B25071" w:rsidRDefault="00216448" w:rsidP="00216448">
      <w:pPr>
        <w:pStyle w:val="Odstavec2"/>
        <w:rPr>
          <w:highlight w:val="yellow"/>
        </w:rPr>
      </w:pPr>
      <w:r w:rsidRPr="00216448">
        <w:t xml:space="preserve">Zhotovitel přijímá písemné reklamace vad na poštovní adrese: </w:t>
      </w:r>
      <w:r w:rsidRPr="00216448">
        <w:rPr>
          <w:highlight w:val="yellow"/>
        </w:rPr>
        <w:t>…………………………</w:t>
      </w:r>
      <w:r w:rsidRPr="00216448">
        <w:t xml:space="preserve"> nebo na e-mailové adrese: </w:t>
      </w:r>
      <w:r w:rsidRPr="00216448">
        <w:rPr>
          <w:highlight w:val="yellow"/>
        </w:rPr>
        <w:t>……</w:t>
      </w:r>
      <w:r w:rsidRPr="00216448">
        <w:t xml:space="preserve">, na které přijímá </w:t>
      </w:r>
      <w:r w:rsidRPr="00B25071">
        <w:rPr>
          <w:highlight w:val="yellow"/>
        </w:rPr>
        <w:t>nahlášení vad 24 hodin denně 7 dní v týdnu / v pracovní dny v pracovní době od …… do …… hodin.</w:t>
      </w:r>
    </w:p>
    <w:p w:rsidR="00216448" w:rsidRDefault="00216448" w:rsidP="00606FB7">
      <w:pPr>
        <w:pStyle w:val="lnek"/>
        <w:spacing w:before="360"/>
        <w:ind w:left="17"/>
      </w:pPr>
      <w:r w:rsidRPr="00216448">
        <w:t xml:space="preserve">Pojištění </w:t>
      </w:r>
      <w:r w:rsidRPr="00280022">
        <w:t>Zhotovitele</w:t>
      </w:r>
    </w:p>
    <w:p w:rsidR="00216448" w:rsidRPr="00B25071" w:rsidRDefault="00216448" w:rsidP="00216448">
      <w:pPr>
        <w:pStyle w:val="Odstavec2"/>
      </w:pPr>
      <w:r w:rsidRPr="00B25071">
        <w:t xml:space="preserve">Zhotovitel prohlašuje, že má ke dni podpisu Smlouvy platně </w:t>
      </w:r>
      <w:r w:rsidRPr="00B25071">
        <w:rPr>
          <w:iCs/>
        </w:rPr>
        <w:t>uzavřeno příslušné pojištění</w:t>
      </w:r>
    </w:p>
    <w:p w:rsidR="00216448" w:rsidRPr="00B25071" w:rsidRDefault="00216448" w:rsidP="00216448">
      <w:pPr>
        <w:pStyle w:val="Odstavec2"/>
        <w:numPr>
          <w:ilvl w:val="0"/>
          <w:numId w:val="32"/>
        </w:numPr>
      </w:pPr>
      <w:r w:rsidRPr="00B25071">
        <w:t xml:space="preserve">pro případ odpovědnosti za škodu způsobenou třetí osobě vzniklou v souvislosti s výkonem jeho podnikatelské činnosti s pojistným plněním ve výši min. </w:t>
      </w:r>
      <w:r w:rsidR="008212ED">
        <w:t>5 000 000</w:t>
      </w:r>
      <w:r w:rsidRPr="00B25071">
        <w:t>,- Kč.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>Nezajistí-li Zhotovitel nepřetržité trvání pojištění v dohodnutém rozsahu po dohodnutou dobu,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606FB7">
      <w:pPr>
        <w:pStyle w:val="lnek"/>
        <w:spacing w:before="360"/>
        <w:ind w:left="17"/>
      </w:pPr>
      <w:r w:rsidRPr="00280022">
        <w:t>Smluvní pokuty a úrok z prodlení</w:t>
      </w:r>
    </w:p>
    <w:p w:rsidR="00280022" w:rsidRPr="00B25071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</w:t>
      </w:r>
      <w:r w:rsidRPr="00B25071">
        <w:t xml:space="preserve">prodlení v zákonné výši podle občanskoprávních předpisů a to za každý i započatý den prodlení. 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Bude-li Zhotovitel v prodlení se splněním dohodnutého termínu předání Díla</w:t>
      </w:r>
      <w:r w:rsidR="00734E39">
        <w:rPr>
          <w:bCs/>
        </w:rPr>
        <w:t xml:space="preserve"> (viz ustanovení 3.3 této Smlouvy)</w:t>
      </w:r>
      <w:r w:rsidRPr="00280022">
        <w:rPr>
          <w:bCs/>
        </w:rPr>
        <w:t xml:space="preserve"> z důvodu na své straně, je Objednatel oprávněn požadovat po Zhotoviteli úhradu smluvní pokuty ve výši </w:t>
      </w:r>
      <w:r w:rsidR="00786B18">
        <w:rPr>
          <w:bCs/>
        </w:rPr>
        <w:t>3 000,- Kč</w:t>
      </w:r>
      <w:r w:rsidRPr="00280022">
        <w:rPr>
          <w:bCs/>
        </w:rPr>
        <w:t xml:space="preserve"> za každý i započatý den prodlení.</w:t>
      </w:r>
    </w:p>
    <w:p w:rsidR="00280022" w:rsidRPr="00B25071" w:rsidRDefault="00280022" w:rsidP="00280022">
      <w:pPr>
        <w:pStyle w:val="Odstavec2"/>
      </w:pPr>
      <w:r w:rsidRPr="00280022">
        <w:rPr>
          <w:bCs/>
        </w:rPr>
        <w:lastRenderedPageBreak/>
        <w:t xml:space="preserve">Nedostaví-li se Zhotovitel k převzetí Staveniště ve stanoveném termínu, je Objednatel oprávněn po Zhotoviteli požadovat úhradu smluvní pokuty ve </w:t>
      </w:r>
      <w:r w:rsidRPr="00B25071">
        <w:rPr>
          <w:bCs/>
        </w:rPr>
        <w:t xml:space="preserve">výši </w:t>
      </w:r>
      <w:r w:rsidR="00B25071" w:rsidRPr="00B25071">
        <w:rPr>
          <w:bCs/>
        </w:rPr>
        <w:t>5 000</w:t>
      </w:r>
      <w:r w:rsidRPr="00B25071">
        <w:rPr>
          <w:bCs/>
        </w:rPr>
        <w:t>,- Kč.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786B18">
        <w:t>3</w:t>
      </w:r>
      <w:r w:rsidR="00B25071">
        <w:t> 000,-</w:t>
      </w:r>
      <w:r w:rsidRPr="00280022">
        <w:t xml:space="preserve"> Kč za každý nedodělek či vadu a za každý den prodlení.</w:t>
      </w:r>
    </w:p>
    <w:p w:rsidR="00280022" w:rsidRDefault="00280022" w:rsidP="00280022">
      <w:pPr>
        <w:pStyle w:val="Odstavec2"/>
      </w:pPr>
      <w:r w:rsidRPr="00280022">
        <w:t xml:space="preserve">Pokud Zhotovitel nevyklidí Staveniště ve sjednaném termínu, je Objednatel oprávněn požadovat po Zhotoviteli úhradu smluvní pokuty ve výši </w:t>
      </w:r>
      <w:r w:rsidR="00786B18">
        <w:t>3</w:t>
      </w:r>
      <w:r w:rsidR="00B25071">
        <w:t xml:space="preserve"> 000,- </w:t>
      </w:r>
      <w:r w:rsidRPr="00280022">
        <w:t>Kč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pokuta za neodstranění reklamovaných vad v záruční době</w:t>
      </w:r>
    </w:p>
    <w:p w:rsidR="00280022" w:rsidRDefault="00280022" w:rsidP="00280022">
      <w:pPr>
        <w:pStyle w:val="Odstavec3"/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786B18">
        <w:t>3 0</w:t>
      </w:r>
      <w:r w:rsidR="00B25071">
        <w:t>00,-</w:t>
      </w:r>
      <w:r w:rsidRPr="00280022">
        <w:t xml:space="preserve"> Kč za každou vadu a den prodlení.</w:t>
      </w:r>
    </w:p>
    <w:p w:rsidR="00280022" w:rsidRDefault="00280022" w:rsidP="00280022">
      <w:pPr>
        <w:pStyle w:val="Odstavec3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B25071">
        <w:t>5</w:t>
      </w:r>
      <w:r w:rsidR="00C812A7">
        <w:t xml:space="preserve"> 0</w:t>
      </w:r>
      <w:r w:rsidR="00B25071">
        <w:t>00,-</w:t>
      </w:r>
      <w:r w:rsidRPr="00280022">
        <w:t xml:space="preserve"> Kč za každou oprávněnou reklamaci.</w:t>
      </w:r>
    </w:p>
    <w:p w:rsidR="00280022" w:rsidRDefault="00655C3C" w:rsidP="00280022">
      <w:pPr>
        <w:pStyle w:val="Odstavec3"/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pokuty v dvojnásobné výši</w:t>
      </w:r>
      <w:r>
        <w:t xml:space="preserve"> smluvních pokut uvedených v předchozích dvou odstavcích</w:t>
      </w:r>
      <w:r w:rsidRPr="00655C3C">
        <w:t>.</w:t>
      </w:r>
    </w:p>
    <w:p w:rsidR="00655C3C" w:rsidRDefault="00655C3C" w:rsidP="00655C3C">
      <w:pPr>
        <w:pStyle w:val="Odstavec2"/>
      </w:pPr>
      <w:r w:rsidRPr="00655C3C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B25071">
        <w:t>5 000,-</w:t>
      </w:r>
      <w:r w:rsidRPr="00655C3C">
        <w:t xml:space="preserve"> Kč za každý jednotlivý případ porušení. Porušení bude zaznamenáno ve Stavebním deníku oprávněným Zástupcem Objednatele.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655C3C" w:rsidRPr="0021315A" w:rsidRDefault="00655C3C" w:rsidP="00606FB7">
      <w:pPr>
        <w:pStyle w:val="lnek"/>
        <w:spacing w:before="360"/>
        <w:ind w:left="17"/>
        <w:rPr>
          <w:iCs/>
        </w:rPr>
      </w:pPr>
      <w:r w:rsidRPr="00655C3C">
        <w:rPr>
          <w:iCs/>
        </w:rPr>
        <w:t>Závěrečná ujednání</w:t>
      </w:r>
    </w:p>
    <w:p w:rsidR="00734E39" w:rsidRDefault="00734E39" w:rsidP="00734E39">
      <w:pPr>
        <w:pStyle w:val="Odstavec2"/>
        <w:numPr>
          <w:ilvl w:val="1"/>
          <w:numId w:val="4"/>
        </w:numPr>
      </w:pPr>
      <w:r>
        <w:t xml:space="preserve">Zhotovitel se zavazuje chovat tak, aby nevzniklo jakékoliv důvodné podezření na spáchání či páchání trestného činu, který by mohl být Zhotoviteli přičten podle zákona č. 418/2011 Sb., o trestní odpovědnosti právnických osob a řízení proti nim, v platném znění, jakož i zahájení trestního stíhání proti Zhotoviteli podle zákona č. 141/1961 Sb., o trestním řízení soudním, v platném znění. Zhotovitel prohlašuje, že se seznámil se základním etickými zásadami společnosti (Objednatele), a zavazuje se dodržovat je na vlastní náklady a odpovědnost při plnění závazků plynoucích z této Smlouvy. Základní etické zásady společnosti jsou uveřejněny na adrese </w:t>
      </w:r>
      <w:hyperlink r:id="rId15" w:history="1">
        <w:r w:rsidRPr="009475A6">
          <w:rPr>
            <w:rStyle w:val="Hypertextovodkaz"/>
          </w:rPr>
          <w:t>https://www.ceproas.cz/eticky-kodex</w:t>
        </w:r>
      </w:hyperlink>
      <w:r>
        <w:t xml:space="preserve">. </w:t>
      </w:r>
    </w:p>
    <w:p w:rsidR="00734E39" w:rsidRPr="00E4067E" w:rsidRDefault="00734E39" w:rsidP="00734E39">
      <w:pPr>
        <w:pStyle w:val="Odstavec2"/>
        <w:numPr>
          <w:ilvl w:val="1"/>
          <w:numId w:val="4"/>
        </w:numPr>
      </w:pPr>
      <w:r>
        <w:t xml:space="preserve">Zhotovitel se touto Smlouvou zavazuje a prohlašuje, že naplňuje a bude po celou dobu trvání této Smlouvy dodržovat a splňovat kritéria a standardy chování v obchodním styku specifikované a Objednatelem uveřejněné na adrese </w:t>
      </w:r>
      <w:hyperlink r:id="rId16" w:history="1">
        <w:r w:rsidRPr="009475A6">
          <w:rPr>
            <w:rStyle w:val="Hypertextovodkaz"/>
          </w:rPr>
          <w:t>https://www.ceproas.cz/vyberova-rizeni</w:t>
        </w:r>
      </w:hyperlink>
      <w:r>
        <w:t xml:space="preserve">. </w:t>
      </w:r>
    </w:p>
    <w:p w:rsidR="00734E39" w:rsidRPr="00734E39" w:rsidRDefault="00734E39" w:rsidP="00606FB7">
      <w:pPr>
        <w:pStyle w:val="Odstavec2"/>
        <w:numPr>
          <w:ilvl w:val="0"/>
          <w:numId w:val="0"/>
        </w:numPr>
        <w:ind w:left="567"/>
      </w:pPr>
    </w:p>
    <w:p w:rsidR="00655C3C" w:rsidRDefault="0021315A" w:rsidP="00655C3C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</w:t>
      </w:r>
      <w:r w:rsidRPr="00D17CE0">
        <w:lastRenderedPageBreak/>
        <w:t>řádu.</w:t>
      </w:r>
      <w:r w:rsidR="006857A4">
        <w:t xml:space="preserve"> Smluvní strany si výslovně sjednávají, že ustanovení § 1765, § 1766, § 2609 </w:t>
      </w:r>
      <w:r w:rsidR="006857A4" w:rsidRPr="006857A4">
        <w:t>z č. 89/2012 Sb., občanského zákoníku,</w:t>
      </w:r>
      <w:r w:rsidR="006857A4">
        <w:t xml:space="preserve"> se na vztah založený touto Smlouvou nepoužijí</w:t>
      </w:r>
      <w:r w:rsidR="002525FB">
        <w:t>. Smluvní strany se dále s ohledem na povahu Smlouvy dohodly, že Zhotovitel přebírá na sebe nebezpečí změny okolností ve smyslu ust</w:t>
      </w:r>
      <w:r w:rsidR="00B25071">
        <w:t>anovení</w:t>
      </w:r>
      <w:r w:rsidR="002525FB">
        <w:t xml:space="preserve"> § 2620 odst. 2 z.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2525FB">
        <w:t>, a dále že bez předchozího písemného souhlasu Objednatele Zhotovitel nepřevede svá práva a povinnosti ze Smlouvy ani její části třetí osobě podle ust</w:t>
      </w:r>
      <w:r w:rsidR="00B25071">
        <w:t>anovení</w:t>
      </w:r>
      <w:r w:rsidR="002525FB">
        <w:t xml:space="preserve">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č. 89/2012 Sb., občanského zákoníku</w:t>
      </w:r>
      <w:r w:rsidR="006857A4">
        <w:t>.</w:t>
      </w:r>
    </w:p>
    <w:p w:rsidR="00BA59A8" w:rsidRPr="00BA59A8" w:rsidRDefault="00BA59A8" w:rsidP="00BA59A8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A59A8" w:rsidRPr="00964273" w:rsidRDefault="00BA59A8" w:rsidP="00BA59A8">
      <w:pPr>
        <w:pStyle w:val="Odstavec2"/>
      </w:pPr>
      <w:bookmarkStart w:id="3" w:name="_Ref321332148"/>
      <w:r w:rsidRPr="00964273">
        <w:t>Nedílnou součástí této Smlouvy jsou přílohy:</w:t>
      </w:r>
      <w:bookmarkEnd w:id="3"/>
    </w:p>
    <w:p w:rsidR="00BA59A8" w:rsidRPr="008212ED" w:rsidRDefault="00BA59A8" w:rsidP="00BA59A8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  <w:highlight w:val="yellow"/>
        </w:rPr>
      </w:pPr>
      <w:r w:rsidRPr="00964273">
        <w:rPr>
          <w:rFonts w:ascii="Arial" w:hAnsi="Arial" w:cs="Arial"/>
          <w:color w:val="000000"/>
          <w:sz w:val="20"/>
          <w:szCs w:val="20"/>
        </w:rPr>
        <w:t xml:space="preserve">příloha č. 1 </w:t>
      </w:r>
      <w:r w:rsidR="00964273" w:rsidRPr="00964273">
        <w:rPr>
          <w:rFonts w:ascii="Arial" w:hAnsi="Arial" w:cs="Arial"/>
          <w:color w:val="000000"/>
          <w:sz w:val="20"/>
          <w:szCs w:val="20"/>
        </w:rPr>
        <w:t>Cenová nabídka</w:t>
      </w:r>
      <w:r w:rsidR="00964273">
        <w:rPr>
          <w:rFonts w:ascii="Arial" w:hAnsi="Arial" w:cs="Arial"/>
          <w:color w:val="000000"/>
          <w:sz w:val="20"/>
          <w:szCs w:val="20"/>
        </w:rPr>
        <w:t xml:space="preserve"> Zhotovitele ze dne </w:t>
      </w:r>
      <w:r w:rsidR="00964273" w:rsidRPr="008212ED">
        <w:rPr>
          <w:rFonts w:ascii="Arial" w:hAnsi="Arial" w:cs="Arial"/>
          <w:color w:val="000000"/>
          <w:sz w:val="20"/>
          <w:szCs w:val="20"/>
          <w:highlight w:val="yellow"/>
        </w:rPr>
        <w:t>…</w:t>
      </w:r>
    </w:p>
    <w:p w:rsidR="00B25071" w:rsidRDefault="00B25071" w:rsidP="00BA59A8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964273">
        <w:rPr>
          <w:rFonts w:ascii="Arial" w:hAnsi="Arial" w:cs="Arial"/>
          <w:color w:val="000000"/>
          <w:sz w:val="20"/>
          <w:szCs w:val="20"/>
        </w:rPr>
        <w:t xml:space="preserve">příloha </w:t>
      </w:r>
      <w:proofErr w:type="gramStart"/>
      <w:r w:rsidRPr="00964273">
        <w:rPr>
          <w:rFonts w:ascii="Arial" w:hAnsi="Arial" w:cs="Arial"/>
          <w:color w:val="000000"/>
          <w:sz w:val="20"/>
          <w:szCs w:val="20"/>
        </w:rPr>
        <w:t xml:space="preserve">č. 2 </w:t>
      </w:r>
      <w:r w:rsidR="00964273">
        <w:rPr>
          <w:rFonts w:ascii="Arial" w:hAnsi="Arial" w:cs="Arial"/>
          <w:color w:val="000000"/>
          <w:sz w:val="20"/>
          <w:szCs w:val="20"/>
        </w:rPr>
        <w:t>Harmonogram</w:t>
      </w:r>
      <w:proofErr w:type="gramEnd"/>
      <w:r w:rsidR="00964273">
        <w:rPr>
          <w:rFonts w:ascii="Arial" w:hAnsi="Arial" w:cs="Arial"/>
          <w:color w:val="000000"/>
          <w:sz w:val="20"/>
          <w:szCs w:val="20"/>
        </w:rPr>
        <w:t xml:space="preserve"> plnění</w:t>
      </w:r>
    </w:p>
    <w:p w:rsidR="00BA59A8" w:rsidRPr="00BA59A8" w:rsidRDefault="00BA59A8" w:rsidP="00BA59A8">
      <w:pPr>
        <w:pStyle w:val="Odstavec2"/>
      </w:pPr>
      <w:r w:rsidRPr="00BA59A8">
        <w:t xml:space="preserve">Tato Smlouva byla </w:t>
      </w:r>
      <w:r w:rsidR="00E764EA">
        <w:t>S</w:t>
      </w:r>
      <w:r w:rsidRPr="008F1DE6">
        <w:t xml:space="preserve">mluvními stranami podepsána ve čtyřech vyhotoveních, z nichž každá ze </w:t>
      </w:r>
      <w:r w:rsidR="00E764EA">
        <w:t>S</w:t>
      </w:r>
      <w:r w:rsidRPr="008F1DE6">
        <w:t>mluvních stran obdržela po dvou vyhotoveních. Nedílnou součástí každého vyhotovení jsou všechny přílohy uvedené v této Smlouvě.</w:t>
      </w:r>
      <w:r>
        <w:t xml:space="preserve"> </w:t>
      </w: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D17CE0" w:rsidRPr="008F1DE6" w:rsidRDefault="00BA59A8" w:rsidP="00BA59A8">
      <w:pPr>
        <w:pStyle w:val="Odstavec2"/>
      </w:pPr>
      <w:r w:rsidRPr="00BA59A8">
        <w:t xml:space="preserve">Tato Smlouva nabývá platnosti dnem jejího podpisu oběma Smluvními stranami a </w:t>
      </w:r>
      <w:r w:rsidRPr="008F1DE6">
        <w:t>účinnosti dnem jejího p</w:t>
      </w:r>
      <w:r w:rsidR="008F1DE6" w:rsidRPr="008F1DE6">
        <w:t xml:space="preserve">odpisu oběma </w:t>
      </w:r>
      <w:r w:rsidR="00734E39">
        <w:t>S</w:t>
      </w:r>
      <w:r w:rsidR="008F1DE6" w:rsidRPr="008F1DE6">
        <w:t>mluvními stranami.</w:t>
      </w:r>
    </w:p>
    <w:p w:rsidR="001265C5" w:rsidRDefault="001265C5" w:rsidP="001265C5">
      <w:pPr>
        <w:pStyle w:val="Odstavec2"/>
      </w:pPr>
      <w:r w:rsidRPr="008F1DE6">
        <w:t xml:space="preserve">Smluvní strany si dále sjednaly, že obsah Smlouvy je dále určen ustanoveními </w:t>
      </w:r>
      <w:r w:rsidRPr="008F1DE6">
        <w:rPr>
          <w:b/>
        </w:rPr>
        <w:t>Všeobecných obchodních podmínek („VOP“)</w:t>
      </w:r>
      <w:r w:rsidRPr="008F1DE6">
        <w:t>, které tvoří nedílnou součást této Smlouvy. V případě rozdílu</w:t>
      </w:r>
      <w:r w:rsidRPr="001265C5">
        <w:t xml:space="preserve">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21315A" w:rsidRDefault="001265C5" w:rsidP="0021315A">
      <w:pPr>
        <w:pStyle w:val="Odstavec2"/>
      </w:pPr>
      <w:r>
        <w:t xml:space="preserve">VOP jsou uveřejněna na adrese </w:t>
      </w:r>
      <w:hyperlink r:id="rId17" w:history="1">
        <w:r w:rsidR="005B5B7D" w:rsidRPr="00BB4838">
          <w:rPr>
            <w:rStyle w:val="Hypertextovodkaz"/>
          </w:rPr>
          <w:t>https://www.ceproas.cz/public/data/VOP-M-2013-10-14.pdf</w:t>
        </w:r>
      </w:hyperlink>
      <w:r w:rsidR="005B5B7D">
        <w:t>.</w:t>
      </w:r>
    </w:p>
    <w:p w:rsidR="00734E39" w:rsidRDefault="00734E39" w:rsidP="0021315A">
      <w:pPr>
        <w:pStyle w:val="Odstavec2"/>
      </w:pPr>
      <w:r>
        <w:t xml:space="preserve">Smluvní strany sjednávají, že pro smluvní vztah založený touto Smlouvou se ustanovení čl. 3.6, čl. 6.3 a čl. </w:t>
      </w:r>
      <w:proofErr w:type="gramStart"/>
      <w:r>
        <w:t xml:space="preserve">6.7 </w:t>
      </w:r>
      <w:r w:rsidR="00606FB7">
        <w:t xml:space="preserve"> a čl.</w:t>
      </w:r>
      <w:proofErr w:type="gramEnd"/>
      <w:r w:rsidR="00606FB7">
        <w:t xml:space="preserve"> 11. </w:t>
      </w:r>
      <w:r>
        <w:t>neuplatní.</w:t>
      </w:r>
    </w:p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 ……………</w:t>
      </w:r>
      <w:proofErr w:type="gramStart"/>
      <w:r>
        <w:t>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</w:t>
      </w:r>
      <w:proofErr w:type="gramEnd"/>
      <w:r>
        <w:t>………… dne…………….</w:t>
      </w:r>
    </w:p>
    <w:p w:rsidR="0021315A" w:rsidRDefault="0021315A" w:rsidP="0021315A"/>
    <w:p w:rsidR="0021315A" w:rsidRDefault="0021315A" w:rsidP="0021315A"/>
    <w:p w:rsidR="0021315A" w:rsidRDefault="0021315A" w:rsidP="0021315A"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</w:t>
      </w:r>
    </w:p>
    <w:p w:rsidR="0021315A" w:rsidRDefault="0021315A" w:rsidP="0021315A"/>
    <w:p w:rsidR="00964273" w:rsidRDefault="00964273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</w:t>
      </w:r>
      <w:proofErr w:type="spellStart"/>
      <w:r>
        <w:t>Duspěva</w:t>
      </w:r>
      <w:proofErr w:type="spellEnd"/>
      <w:r>
        <w:t xml:space="preserve"> </w:t>
      </w:r>
      <w:r>
        <w:tab/>
      </w:r>
    </w:p>
    <w:p w:rsidR="0021315A" w:rsidRDefault="0021315A" w:rsidP="0021315A">
      <w:r>
        <w:t>předseda představenstva</w:t>
      </w:r>
      <w:r>
        <w:tab/>
      </w:r>
    </w:p>
    <w:p w:rsidR="0021315A" w:rsidRDefault="0021315A" w:rsidP="0021315A"/>
    <w:p w:rsidR="00964273" w:rsidRDefault="00964273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21315A" w:rsidRPr="0021315A" w:rsidRDefault="0021315A" w:rsidP="0021315A">
      <w:r>
        <w:t>člen představenstva</w:t>
      </w:r>
    </w:p>
    <w:sectPr w:rsidR="0021315A" w:rsidRPr="0021315A" w:rsidSect="008A5C94">
      <w:headerReference w:type="default" r:id="rId18"/>
      <w:footerReference w:type="default" r:id="rId19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09D" w:rsidRDefault="0017509D">
      <w:r>
        <w:separator/>
      </w:r>
    </w:p>
  </w:endnote>
  <w:endnote w:type="continuationSeparator" w:id="0">
    <w:p w:rsidR="0017509D" w:rsidRDefault="00175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7A4C5F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7313DFB" wp14:editId="1723AA37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BA59A8">
    <w:pPr>
      <w:pStyle w:val="Zpat"/>
    </w:pPr>
    <w:r>
      <w:tab/>
    </w:r>
    <w:r>
      <w:tab/>
      <w:t xml:space="preserve">strana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C55164">
      <w:rPr>
        <w:rStyle w:val="slostrnky"/>
        <w:noProof/>
      </w:rPr>
      <w:t>1</w:t>
    </w:r>
    <w:r w:rsidR="008A5C94">
      <w:rPr>
        <w:rStyle w:val="slostrnky"/>
      </w:rPr>
      <w:fldChar w:fldCharType="end"/>
    </w:r>
    <w:r>
      <w:rPr>
        <w:rStyle w:val="slostrnky"/>
      </w:rPr>
      <w:t xml:space="preserve"> z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C55164">
      <w:rPr>
        <w:rStyle w:val="slostrnky"/>
        <w:noProof/>
      </w:rPr>
      <w:t>6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09D" w:rsidRDefault="0017509D">
      <w:r>
        <w:separator/>
      </w:r>
    </w:p>
  </w:footnote>
  <w:footnote w:type="continuationSeparator" w:id="0">
    <w:p w:rsidR="0017509D" w:rsidRDefault="001750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BA59A8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565B22F4"/>
    <w:multiLevelType w:val="hybridMultilevel"/>
    <w:tmpl w:val="35042552"/>
    <w:lvl w:ilvl="0" w:tplc="E162297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1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3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4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5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6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3"/>
  </w:num>
  <w:num w:numId="5">
    <w:abstractNumId w:val="13"/>
  </w:num>
  <w:num w:numId="6">
    <w:abstractNumId w:val="13"/>
  </w:num>
  <w:num w:numId="7">
    <w:abstractNumId w:val="6"/>
  </w:num>
  <w:num w:numId="8">
    <w:abstractNumId w:val="15"/>
  </w:num>
  <w:num w:numId="9">
    <w:abstractNumId w:val="13"/>
  </w:num>
  <w:num w:numId="10">
    <w:abstractNumId w:val="13"/>
  </w:num>
  <w:num w:numId="11">
    <w:abstractNumId w:val="13"/>
  </w:num>
  <w:num w:numId="12">
    <w:abstractNumId w:val="6"/>
  </w:num>
  <w:num w:numId="13">
    <w:abstractNumId w:val="13"/>
  </w:num>
  <w:num w:numId="14">
    <w:abstractNumId w:val="10"/>
  </w:num>
  <w:num w:numId="15">
    <w:abstractNumId w:val="10"/>
  </w:num>
  <w:num w:numId="16">
    <w:abstractNumId w:val="13"/>
  </w:num>
  <w:num w:numId="17">
    <w:abstractNumId w:val="13"/>
  </w:num>
  <w:num w:numId="18">
    <w:abstractNumId w:val="13"/>
  </w:num>
  <w:num w:numId="19">
    <w:abstractNumId w:val="6"/>
  </w:num>
  <w:num w:numId="20">
    <w:abstractNumId w:val="13"/>
  </w:num>
  <w:num w:numId="21">
    <w:abstractNumId w:val="16"/>
  </w:num>
  <w:num w:numId="22">
    <w:abstractNumId w:val="2"/>
  </w:num>
  <w:num w:numId="23">
    <w:abstractNumId w:val="3"/>
  </w:num>
  <w:num w:numId="24">
    <w:abstractNumId w:val="13"/>
  </w:num>
  <w:num w:numId="25">
    <w:abstractNumId w:val="4"/>
  </w:num>
  <w:num w:numId="26">
    <w:abstractNumId w:val="7"/>
  </w:num>
  <w:num w:numId="27">
    <w:abstractNumId w:val="0"/>
  </w:num>
  <w:num w:numId="28">
    <w:abstractNumId w:val="14"/>
  </w:num>
  <w:num w:numId="29">
    <w:abstractNumId w:val="11"/>
  </w:num>
  <w:num w:numId="30">
    <w:abstractNumId w:val="5"/>
  </w:num>
  <w:num w:numId="31">
    <w:abstractNumId w:val="17"/>
  </w:num>
  <w:num w:numId="32">
    <w:abstractNumId w:val="1"/>
  </w:num>
  <w:num w:numId="33">
    <w:abstractNumId w:val="8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59"/>
    <w:rsid w:val="0000489E"/>
    <w:rsid w:val="00010E4A"/>
    <w:rsid w:val="0001215A"/>
    <w:rsid w:val="0003590B"/>
    <w:rsid w:val="0006292B"/>
    <w:rsid w:val="0007144A"/>
    <w:rsid w:val="00076A68"/>
    <w:rsid w:val="000967D8"/>
    <w:rsid w:val="000B56BA"/>
    <w:rsid w:val="000C04EF"/>
    <w:rsid w:val="000D19D8"/>
    <w:rsid w:val="001001C8"/>
    <w:rsid w:val="00120CD3"/>
    <w:rsid w:val="00123836"/>
    <w:rsid w:val="001265C5"/>
    <w:rsid w:val="0017509D"/>
    <w:rsid w:val="001E22BD"/>
    <w:rsid w:val="001E406E"/>
    <w:rsid w:val="00204984"/>
    <w:rsid w:val="0021315A"/>
    <w:rsid w:val="00216448"/>
    <w:rsid w:val="00225234"/>
    <w:rsid w:val="00245CA9"/>
    <w:rsid w:val="002525FB"/>
    <w:rsid w:val="00280022"/>
    <w:rsid w:val="002E16FB"/>
    <w:rsid w:val="002E35CE"/>
    <w:rsid w:val="002F1B3A"/>
    <w:rsid w:val="002F6183"/>
    <w:rsid w:val="00316F94"/>
    <w:rsid w:val="0031724E"/>
    <w:rsid w:val="00337C42"/>
    <w:rsid w:val="00361795"/>
    <w:rsid w:val="00363594"/>
    <w:rsid w:val="00381919"/>
    <w:rsid w:val="003B27C5"/>
    <w:rsid w:val="003C6E40"/>
    <w:rsid w:val="003D08D6"/>
    <w:rsid w:val="003E74EF"/>
    <w:rsid w:val="003F629A"/>
    <w:rsid w:val="00413EEC"/>
    <w:rsid w:val="0042476D"/>
    <w:rsid w:val="00430893"/>
    <w:rsid w:val="00435D9F"/>
    <w:rsid w:val="0048481F"/>
    <w:rsid w:val="00492F27"/>
    <w:rsid w:val="00494CA6"/>
    <w:rsid w:val="004F5000"/>
    <w:rsid w:val="00521FE0"/>
    <w:rsid w:val="00524AC8"/>
    <w:rsid w:val="00536130"/>
    <w:rsid w:val="00553486"/>
    <w:rsid w:val="005555DE"/>
    <w:rsid w:val="00595EE9"/>
    <w:rsid w:val="005A044A"/>
    <w:rsid w:val="005B5B7D"/>
    <w:rsid w:val="005C05C9"/>
    <w:rsid w:val="005C5D01"/>
    <w:rsid w:val="005D10FF"/>
    <w:rsid w:val="005D1C50"/>
    <w:rsid w:val="005E0D9B"/>
    <w:rsid w:val="005E45AE"/>
    <w:rsid w:val="00606FB7"/>
    <w:rsid w:val="006072FD"/>
    <w:rsid w:val="00613B10"/>
    <w:rsid w:val="00635D66"/>
    <w:rsid w:val="00655C3C"/>
    <w:rsid w:val="006857A4"/>
    <w:rsid w:val="006F2ABC"/>
    <w:rsid w:val="006F5596"/>
    <w:rsid w:val="00721C8A"/>
    <w:rsid w:val="00734E39"/>
    <w:rsid w:val="00786B18"/>
    <w:rsid w:val="00790973"/>
    <w:rsid w:val="00790E09"/>
    <w:rsid w:val="007A4C5F"/>
    <w:rsid w:val="007A5B00"/>
    <w:rsid w:val="007B0C02"/>
    <w:rsid w:val="007B1761"/>
    <w:rsid w:val="007D3605"/>
    <w:rsid w:val="007E57F8"/>
    <w:rsid w:val="007F3FC6"/>
    <w:rsid w:val="00814EB9"/>
    <w:rsid w:val="008212ED"/>
    <w:rsid w:val="00847822"/>
    <w:rsid w:val="00874E1E"/>
    <w:rsid w:val="00876EBD"/>
    <w:rsid w:val="008A5C94"/>
    <w:rsid w:val="008D315C"/>
    <w:rsid w:val="008E3AE4"/>
    <w:rsid w:val="008E5C09"/>
    <w:rsid w:val="008F1DE6"/>
    <w:rsid w:val="008F48B5"/>
    <w:rsid w:val="009014A2"/>
    <w:rsid w:val="0090429E"/>
    <w:rsid w:val="00911FC4"/>
    <w:rsid w:val="0092139B"/>
    <w:rsid w:val="009306C2"/>
    <w:rsid w:val="00931F95"/>
    <w:rsid w:val="00937965"/>
    <w:rsid w:val="00944959"/>
    <w:rsid w:val="0095745A"/>
    <w:rsid w:val="0096176D"/>
    <w:rsid w:val="00964273"/>
    <w:rsid w:val="009714C8"/>
    <w:rsid w:val="00986F82"/>
    <w:rsid w:val="0099532A"/>
    <w:rsid w:val="009A0F9B"/>
    <w:rsid w:val="009C3997"/>
    <w:rsid w:val="009C6A0D"/>
    <w:rsid w:val="00A02545"/>
    <w:rsid w:val="00A20145"/>
    <w:rsid w:val="00A2426C"/>
    <w:rsid w:val="00A804DE"/>
    <w:rsid w:val="00A808A0"/>
    <w:rsid w:val="00AE3CC7"/>
    <w:rsid w:val="00AF68B0"/>
    <w:rsid w:val="00B20BE0"/>
    <w:rsid w:val="00B25071"/>
    <w:rsid w:val="00B35620"/>
    <w:rsid w:val="00B56CB5"/>
    <w:rsid w:val="00B7008E"/>
    <w:rsid w:val="00B8505F"/>
    <w:rsid w:val="00B8552B"/>
    <w:rsid w:val="00B96459"/>
    <w:rsid w:val="00BA556D"/>
    <w:rsid w:val="00BA59A8"/>
    <w:rsid w:val="00BE18A9"/>
    <w:rsid w:val="00BE2E82"/>
    <w:rsid w:val="00C01BCF"/>
    <w:rsid w:val="00C30D59"/>
    <w:rsid w:val="00C35DD8"/>
    <w:rsid w:val="00C43689"/>
    <w:rsid w:val="00C43824"/>
    <w:rsid w:val="00C55164"/>
    <w:rsid w:val="00C62FD8"/>
    <w:rsid w:val="00C63988"/>
    <w:rsid w:val="00C812A7"/>
    <w:rsid w:val="00C962BE"/>
    <w:rsid w:val="00CD1BFE"/>
    <w:rsid w:val="00CE2AB7"/>
    <w:rsid w:val="00D16993"/>
    <w:rsid w:val="00D17CE0"/>
    <w:rsid w:val="00D600AD"/>
    <w:rsid w:val="00DD57F1"/>
    <w:rsid w:val="00DD6392"/>
    <w:rsid w:val="00DD73D1"/>
    <w:rsid w:val="00E00091"/>
    <w:rsid w:val="00E26075"/>
    <w:rsid w:val="00E322F9"/>
    <w:rsid w:val="00E66C0B"/>
    <w:rsid w:val="00E764EA"/>
    <w:rsid w:val="00E852B7"/>
    <w:rsid w:val="00EA0733"/>
    <w:rsid w:val="00EF105C"/>
    <w:rsid w:val="00F27CC1"/>
    <w:rsid w:val="00FC188C"/>
    <w:rsid w:val="00FE4D08"/>
    <w:rsid w:val="00FF4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vaclav.koukolik@ceproas.cz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pavel.berg@ceproas.cz" TargetMode="External"/><Relationship Id="rId17" Type="http://schemas.openxmlformats.org/officeDocument/2006/relationships/hyperlink" Target="https://www.ceproas.cz/public/data/VOP-M-2013-10-14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eproas.cz/vyberova-rizeni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avel.berg@ceproas.cz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ceproas.cz/eticky-kodex" TargetMode="External"/><Relationship Id="rId10" Type="http://schemas.openxmlformats.org/officeDocument/2006/relationships/hyperlink" Target="mailto:pavel.berg@ceproas.cz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jiri.bouma@ceproas.cz" TargetMode="External"/><Relationship Id="rId14" Type="http://schemas.openxmlformats.org/officeDocument/2006/relationships/hyperlink" Target="mailto:cepro_DF@ceproas.cz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psar\AppData\Roaming\Microsoft\&#352;ablony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2467A-F1B6-42AD-8A1D-AA9BB6DBD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Smlouva.dot</Template>
  <TotalTime>1</TotalTime>
  <Pages>1</Pages>
  <Words>2477</Words>
  <Characters>14620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17063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Ševecová Ivana</cp:lastModifiedBy>
  <cp:revision>6</cp:revision>
  <cp:lastPrinted>2014-03-17T09:50:00Z</cp:lastPrinted>
  <dcterms:created xsi:type="dcterms:W3CDTF">2014-03-17T09:50:00Z</dcterms:created>
  <dcterms:modified xsi:type="dcterms:W3CDTF">2014-03-19T06:44:00Z</dcterms:modified>
</cp:coreProperties>
</file>